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1E9AC" w14:textId="77777777" w:rsidR="0080036E" w:rsidRPr="003401B5" w:rsidRDefault="0080036E" w:rsidP="0080036E">
      <w:pPr>
        <w:spacing w:after="1" w:line="257" w:lineRule="auto"/>
        <w:ind w:left="2471" w:right="-12"/>
        <w:jc w:val="right"/>
        <w:rPr>
          <w:rFonts w:asciiTheme="minorHAnsi" w:hAnsiTheme="minorHAnsi" w:cstheme="minorHAnsi"/>
          <w:sz w:val="20"/>
          <w:szCs w:val="20"/>
        </w:rPr>
      </w:pPr>
      <w:r w:rsidRPr="003401B5">
        <w:rPr>
          <w:rFonts w:asciiTheme="minorHAnsi" w:hAnsiTheme="minorHAnsi" w:cstheme="minorHAnsi"/>
          <w:b/>
          <w:sz w:val="20"/>
          <w:szCs w:val="20"/>
        </w:rPr>
        <w:t>Zamawiający:</w:t>
      </w:r>
    </w:p>
    <w:p w14:paraId="302E3CB5" w14:textId="77777777" w:rsidR="00A82844" w:rsidRPr="00A82844" w:rsidRDefault="00A82844" w:rsidP="00A82844">
      <w:pPr>
        <w:tabs>
          <w:tab w:val="left" w:pos="5668"/>
        </w:tabs>
        <w:jc w:val="right"/>
        <w:rPr>
          <w:rFonts w:asciiTheme="minorHAnsi" w:hAnsiTheme="minorHAnsi" w:cstheme="minorHAnsi"/>
          <w:b/>
          <w:sz w:val="20"/>
          <w:szCs w:val="20"/>
        </w:rPr>
      </w:pPr>
      <w:r w:rsidRPr="00A82844">
        <w:rPr>
          <w:rFonts w:asciiTheme="minorHAnsi" w:hAnsiTheme="minorHAnsi" w:cstheme="minorHAnsi"/>
          <w:b/>
          <w:sz w:val="20"/>
          <w:szCs w:val="20"/>
        </w:rPr>
        <w:t>Muzeum Szlachty Mazowieckiej w Ciechanowie</w:t>
      </w:r>
    </w:p>
    <w:p w14:paraId="78DBC1B2" w14:textId="77777777" w:rsidR="00A82844" w:rsidRPr="00A82844" w:rsidRDefault="00A82844" w:rsidP="00A82844">
      <w:pPr>
        <w:tabs>
          <w:tab w:val="left" w:pos="5668"/>
        </w:tabs>
        <w:jc w:val="right"/>
        <w:rPr>
          <w:rFonts w:asciiTheme="minorHAnsi" w:hAnsiTheme="minorHAnsi" w:cstheme="minorHAnsi"/>
          <w:b/>
          <w:sz w:val="20"/>
          <w:szCs w:val="20"/>
        </w:rPr>
      </w:pPr>
      <w:r w:rsidRPr="00A82844">
        <w:rPr>
          <w:rFonts w:asciiTheme="minorHAnsi" w:hAnsiTheme="minorHAnsi" w:cstheme="minorHAnsi"/>
          <w:b/>
          <w:sz w:val="20"/>
          <w:szCs w:val="20"/>
        </w:rPr>
        <w:t>ul Warszawska 61a</w:t>
      </w:r>
    </w:p>
    <w:p w14:paraId="21A2B09E" w14:textId="77777777" w:rsidR="00A82844" w:rsidRDefault="00A82844" w:rsidP="00A82844">
      <w:pPr>
        <w:tabs>
          <w:tab w:val="left" w:pos="5668"/>
        </w:tabs>
        <w:jc w:val="right"/>
        <w:rPr>
          <w:rFonts w:asciiTheme="minorHAnsi" w:hAnsiTheme="minorHAnsi" w:cstheme="minorHAnsi"/>
          <w:b/>
          <w:sz w:val="20"/>
          <w:szCs w:val="20"/>
        </w:rPr>
      </w:pPr>
      <w:r w:rsidRPr="00A82844">
        <w:rPr>
          <w:rFonts w:asciiTheme="minorHAnsi" w:hAnsiTheme="minorHAnsi" w:cstheme="minorHAnsi"/>
          <w:b/>
          <w:sz w:val="20"/>
          <w:szCs w:val="20"/>
        </w:rPr>
        <w:t>06-400 Ciechanów</w:t>
      </w:r>
    </w:p>
    <w:p w14:paraId="795E670D" w14:textId="77777777" w:rsidR="00A82844" w:rsidRDefault="00A82844" w:rsidP="00A82844">
      <w:pPr>
        <w:tabs>
          <w:tab w:val="left" w:pos="5668"/>
        </w:tabs>
        <w:rPr>
          <w:rFonts w:asciiTheme="minorHAnsi" w:hAnsiTheme="minorHAnsi" w:cstheme="minorHAnsi"/>
          <w:b/>
          <w:sz w:val="20"/>
          <w:szCs w:val="20"/>
        </w:rPr>
      </w:pPr>
    </w:p>
    <w:p w14:paraId="35A44CC4" w14:textId="77777777" w:rsidR="00EF6684" w:rsidRPr="003401B5" w:rsidRDefault="00EF6684" w:rsidP="00A82844">
      <w:pPr>
        <w:tabs>
          <w:tab w:val="left" w:pos="5668"/>
        </w:tabs>
        <w:rPr>
          <w:rFonts w:asciiTheme="minorHAnsi" w:hAnsiTheme="minorHAnsi" w:cstheme="minorHAnsi"/>
          <w:b/>
          <w:sz w:val="20"/>
          <w:szCs w:val="20"/>
        </w:rPr>
      </w:pPr>
      <w:r w:rsidRPr="003401B5">
        <w:rPr>
          <w:rFonts w:asciiTheme="minorHAnsi" w:hAnsiTheme="minorHAnsi" w:cstheme="minorHAnsi"/>
          <w:b/>
          <w:sz w:val="20"/>
          <w:szCs w:val="20"/>
        </w:rPr>
        <w:t>Wykonawca:</w:t>
      </w:r>
      <w:r w:rsidR="00316C0F" w:rsidRPr="003401B5">
        <w:rPr>
          <w:rFonts w:asciiTheme="minorHAnsi" w:hAnsiTheme="minorHAnsi" w:cstheme="minorHAnsi"/>
          <w:b/>
          <w:sz w:val="20"/>
          <w:szCs w:val="20"/>
        </w:rPr>
        <w:tab/>
      </w:r>
    </w:p>
    <w:p w14:paraId="7B21DC88" w14:textId="77777777" w:rsidR="00AD15A5" w:rsidRPr="003401B5" w:rsidRDefault="00AD15A5" w:rsidP="00A410EB">
      <w:pPr>
        <w:rPr>
          <w:rFonts w:asciiTheme="minorHAnsi" w:hAnsiTheme="minorHAnsi" w:cstheme="minorHAnsi"/>
          <w:b/>
          <w:sz w:val="20"/>
          <w:szCs w:val="20"/>
        </w:rPr>
      </w:pPr>
    </w:p>
    <w:p w14:paraId="5D164BBC" w14:textId="77777777" w:rsidR="00EF6684" w:rsidRPr="003401B5" w:rsidRDefault="00EF6684" w:rsidP="00A410EB">
      <w:pPr>
        <w:tabs>
          <w:tab w:val="left" w:pos="5245"/>
        </w:tabs>
        <w:ind w:right="3827"/>
        <w:rPr>
          <w:rFonts w:asciiTheme="minorHAnsi" w:hAnsiTheme="minorHAnsi" w:cstheme="minorHAnsi"/>
          <w:sz w:val="20"/>
          <w:szCs w:val="20"/>
        </w:rPr>
      </w:pPr>
      <w:r w:rsidRPr="003401B5">
        <w:rPr>
          <w:rFonts w:asciiTheme="minorHAnsi" w:hAnsiTheme="minorHAnsi" w:cstheme="minorHAnsi"/>
          <w:sz w:val="20"/>
          <w:szCs w:val="20"/>
        </w:rPr>
        <w:t>……………………………………………………..……………………………</w:t>
      </w:r>
      <w:r w:rsidR="00AD15A5" w:rsidRPr="003401B5">
        <w:rPr>
          <w:rFonts w:asciiTheme="minorHAnsi" w:hAnsiTheme="minorHAnsi" w:cstheme="minorHAnsi"/>
          <w:sz w:val="20"/>
          <w:szCs w:val="20"/>
        </w:rPr>
        <w:t>……</w:t>
      </w:r>
    </w:p>
    <w:p w14:paraId="3B644EBA" w14:textId="77777777" w:rsidR="00EF6684" w:rsidRPr="003401B5" w:rsidRDefault="00EF6684" w:rsidP="00A410EB">
      <w:pPr>
        <w:tabs>
          <w:tab w:val="left" w:pos="5103"/>
        </w:tabs>
        <w:ind w:right="3969"/>
        <w:rPr>
          <w:rFonts w:asciiTheme="minorHAnsi" w:hAnsiTheme="minorHAnsi" w:cstheme="minorHAnsi"/>
          <w:i/>
          <w:sz w:val="20"/>
          <w:szCs w:val="20"/>
        </w:rPr>
      </w:pPr>
      <w:r w:rsidRPr="003401B5">
        <w:rPr>
          <w:rFonts w:asciiTheme="minorHAnsi" w:hAnsiTheme="minorHAnsi" w:cstheme="minorHAnsi"/>
          <w:i/>
          <w:sz w:val="20"/>
          <w:szCs w:val="20"/>
        </w:rPr>
        <w:t xml:space="preserve">(pełna nazwa/firma, adres, w </w:t>
      </w:r>
      <w:r w:rsidR="00AD15A5" w:rsidRPr="003401B5">
        <w:rPr>
          <w:rFonts w:asciiTheme="minorHAnsi" w:hAnsiTheme="minorHAnsi" w:cstheme="minorHAnsi"/>
          <w:i/>
          <w:sz w:val="20"/>
          <w:szCs w:val="20"/>
        </w:rPr>
        <w:t>z</w:t>
      </w:r>
      <w:r w:rsidRPr="003401B5">
        <w:rPr>
          <w:rFonts w:asciiTheme="minorHAnsi" w:hAnsiTheme="minorHAnsi" w:cstheme="minorHAnsi"/>
          <w:i/>
          <w:sz w:val="20"/>
          <w:szCs w:val="20"/>
        </w:rPr>
        <w:t>ależności od podmiotu: NIP/PESEL, KRS/</w:t>
      </w:r>
      <w:proofErr w:type="spellStart"/>
      <w:r w:rsidRPr="003401B5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3401B5">
        <w:rPr>
          <w:rFonts w:asciiTheme="minorHAnsi" w:hAnsiTheme="minorHAnsi" w:cstheme="minorHAnsi"/>
          <w:i/>
          <w:sz w:val="20"/>
          <w:szCs w:val="20"/>
        </w:rPr>
        <w:t>)</w:t>
      </w:r>
    </w:p>
    <w:p w14:paraId="122D10D6" w14:textId="77777777" w:rsidR="00EF6684" w:rsidRPr="003401B5" w:rsidRDefault="00EF6684" w:rsidP="00A410EB">
      <w:pPr>
        <w:rPr>
          <w:rFonts w:asciiTheme="minorHAnsi" w:hAnsiTheme="minorHAnsi" w:cstheme="minorHAnsi"/>
          <w:sz w:val="20"/>
          <w:szCs w:val="20"/>
          <w:u w:val="single"/>
        </w:rPr>
      </w:pPr>
    </w:p>
    <w:p w14:paraId="65EB9E5B" w14:textId="77777777" w:rsidR="00EF6684" w:rsidRPr="003401B5" w:rsidRDefault="00EF6684" w:rsidP="00A410EB">
      <w:pPr>
        <w:rPr>
          <w:rFonts w:asciiTheme="minorHAnsi" w:hAnsiTheme="minorHAnsi" w:cstheme="minorHAnsi"/>
          <w:sz w:val="20"/>
          <w:szCs w:val="20"/>
          <w:u w:val="single"/>
        </w:rPr>
      </w:pPr>
      <w:r w:rsidRPr="003401B5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1B27073E" w14:textId="77777777" w:rsidR="00AD15A5" w:rsidRPr="003401B5" w:rsidRDefault="00AD15A5" w:rsidP="00A410EB">
      <w:pPr>
        <w:rPr>
          <w:rFonts w:asciiTheme="minorHAnsi" w:hAnsiTheme="minorHAnsi" w:cstheme="minorHAnsi"/>
          <w:sz w:val="20"/>
          <w:szCs w:val="20"/>
          <w:u w:val="single"/>
        </w:rPr>
      </w:pPr>
    </w:p>
    <w:p w14:paraId="434D8481" w14:textId="77777777" w:rsidR="00EF6684" w:rsidRPr="003401B5" w:rsidRDefault="00EF6684" w:rsidP="00A410EB">
      <w:pPr>
        <w:ind w:right="3969"/>
        <w:rPr>
          <w:rFonts w:asciiTheme="minorHAnsi" w:hAnsiTheme="minorHAnsi" w:cstheme="minorHAnsi"/>
          <w:sz w:val="20"/>
          <w:szCs w:val="20"/>
        </w:rPr>
      </w:pPr>
      <w:r w:rsidRPr="003401B5">
        <w:rPr>
          <w:rFonts w:asciiTheme="minorHAnsi" w:hAnsiTheme="minorHAnsi" w:cstheme="minorHAnsi"/>
          <w:sz w:val="20"/>
          <w:szCs w:val="20"/>
        </w:rPr>
        <w:t>……………………………………………………………</w:t>
      </w:r>
      <w:r w:rsidR="00AD15A5" w:rsidRPr="003401B5">
        <w:rPr>
          <w:rFonts w:asciiTheme="minorHAnsi" w:hAnsiTheme="minorHAnsi" w:cstheme="minorHAnsi"/>
          <w:sz w:val="20"/>
          <w:szCs w:val="20"/>
        </w:rPr>
        <w:t>…………………………</w:t>
      </w:r>
    </w:p>
    <w:p w14:paraId="0FE11E6F" w14:textId="77777777" w:rsidR="00EF6684" w:rsidRPr="003401B5" w:rsidRDefault="001E03F8" w:rsidP="00A410EB">
      <w:pPr>
        <w:ind w:right="4252"/>
        <w:rPr>
          <w:rFonts w:asciiTheme="minorHAnsi" w:hAnsiTheme="minorHAnsi" w:cstheme="minorHAnsi"/>
          <w:i/>
          <w:sz w:val="20"/>
          <w:szCs w:val="20"/>
        </w:rPr>
      </w:pPr>
      <w:r w:rsidRPr="003401B5">
        <w:rPr>
          <w:rFonts w:asciiTheme="minorHAnsi" w:hAnsiTheme="minorHAnsi" w:cstheme="minorHAnsi"/>
          <w:i/>
          <w:sz w:val="20"/>
          <w:szCs w:val="20"/>
        </w:rPr>
        <w:t xml:space="preserve">(imię, nazwisko, </w:t>
      </w:r>
      <w:r w:rsidR="00EF6684" w:rsidRPr="003401B5">
        <w:rPr>
          <w:rFonts w:asciiTheme="minorHAnsi" w:hAnsiTheme="minorHAnsi" w:cstheme="minorHAnsi"/>
          <w:i/>
          <w:sz w:val="20"/>
          <w:szCs w:val="20"/>
        </w:rPr>
        <w:t>stanowisko/podstawa do reprezentacji)</w:t>
      </w:r>
    </w:p>
    <w:p w14:paraId="4A594C6F" w14:textId="77777777" w:rsidR="00FD6C11" w:rsidRPr="003401B5" w:rsidRDefault="00FD6C11" w:rsidP="00EF6684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6014F6C9" w14:textId="77777777" w:rsidR="00145078" w:rsidRDefault="00145078" w:rsidP="00145078">
      <w:pPr>
        <w:pStyle w:val="Akapitzlist"/>
        <w:widowControl w:val="0"/>
        <w:spacing w:line="276" w:lineRule="auto"/>
        <w:ind w:left="924"/>
        <w:contextualSpacing w:val="0"/>
        <w:jc w:val="center"/>
        <w:rPr>
          <w:rFonts w:cs="Calibri"/>
          <w:b/>
          <w:bCs/>
          <w:color w:val="FF0000"/>
        </w:rPr>
      </w:pPr>
    </w:p>
    <w:p w14:paraId="5386CFB9" w14:textId="77777777" w:rsidR="00145078" w:rsidRDefault="00145078" w:rsidP="00145078">
      <w:pPr>
        <w:pStyle w:val="Akapitzlist"/>
        <w:widowControl w:val="0"/>
        <w:spacing w:line="276" w:lineRule="auto"/>
        <w:ind w:left="924"/>
        <w:contextualSpacing w:val="0"/>
        <w:jc w:val="center"/>
        <w:rPr>
          <w:rFonts w:cs="Calibri"/>
          <w:b/>
          <w:bCs/>
          <w:color w:val="FF0000"/>
        </w:rPr>
      </w:pPr>
    </w:p>
    <w:p w14:paraId="0EA2257F" w14:textId="77777777" w:rsidR="00145078" w:rsidRDefault="00145078" w:rsidP="00145078">
      <w:pPr>
        <w:pStyle w:val="Akapitzlist"/>
        <w:widowControl w:val="0"/>
        <w:spacing w:line="276" w:lineRule="auto"/>
        <w:ind w:left="924"/>
        <w:contextualSpacing w:val="0"/>
        <w:jc w:val="center"/>
        <w:rPr>
          <w:rFonts w:cs="Calibri"/>
          <w:b/>
          <w:bCs/>
          <w:color w:val="FF0000"/>
        </w:rPr>
      </w:pPr>
    </w:p>
    <w:p w14:paraId="6BF19AE5" w14:textId="46E1B070" w:rsidR="00145078" w:rsidRDefault="00145078" w:rsidP="00145078">
      <w:pPr>
        <w:pStyle w:val="Akapitzlist"/>
        <w:widowControl w:val="0"/>
        <w:spacing w:line="276" w:lineRule="auto"/>
        <w:ind w:left="924"/>
        <w:contextualSpacing w:val="0"/>
        <w:jc w:val="center"/>
        <w:rPr>
          <w:rFonts w:cs="Calibri"/>
          <w:color w:val="FF0000"/>
        </w:rPr>
      </w:pPr>
      <w:r w:rsidRPr="00CB2FBB">
        <w:rPr>
          <w:rFonts w:cs="Calibri"/>
          <w:b/>
          <w:bCs/>
          <w:color w:val="FF0000"/>
        </w:rPr>
        <w:t xml:space="preserve">Załącznik </w:t>
      </w:r>
      <w:r>
        <w:rPr>
          <w:rFonts w:cs="Calibri"/>
          <w:b/>
          <w:bCs/>
          <w:color w:val="FF0000"/>
        </w:rPr>
        <w:t>nr 1</w:t>
      </w:r>
      <w:r w:rsidR="00715A27">
        <w:rPr>
          <w:rFonts w:cs="Calibri"/>
          <w:b/>
          <w:bCs/>
          <w:color w:val="FF0000"/>
        </w:rPr>
        <w:t>2</w:t>
      </w:r>
      <w:r>
        <w:rPr>
          <w:rFonts w:cs="Calibri"/>
          <w:b/>
          <w:bCs/>
          <w:color w:val="FF0000"/>
        </w:rPr>
        <w:t xml:space="preserve"> do SWZ</w:t>
      </w:r>
      <w:r w:rsidRPr="00CB2FBB">
        <w:rPr>
          <w:rFonts w:cs="Calibri"/>
          <w:b/>
          <w:bCs/>
          <w:color w:val="FF0000"/>
        </w:rPr>
        <w:t xml:space="preserve"> do zawierający dodatkowo punktowane doświadczenie</w:t>
      </w:r>
      <w:r>
        <w:rPr>
          <w:rFonts w:cs="Calibri"/>
          <w:b/>
          <w:bCs/>
          <w:color w:val="FF0000"/>
        </w:rPr>
        <w:t xml:space="preserve"> osoby skierowanej do realizacji zamówienia</w:t>
      </w:r>
      <w:r w:rsidRPr="00CB2FBB">
        <w:rPr>
          <w:rFonts w:cs="Calibri"/>
          <w:color w:val="FF0000"/>
        </w:rPr>
        <w:t>.</w:t>
      </w:r>
    </w:p>
    <w:p w14:paraId="2ED04724" w14:textId="77777777" w:rsidR="00145078" w:rsidRPr="00395801" w:rsidRDefault="00145078" w:rsidP="00145078">
      <w:pPr>
        <w:pStyle w:val="Akapitzlist"/>
        <w:widowControl w:val="0"/>
        <w:spacing w:line="276" w:lineRule="auto"/>
        <w:ind w:left="924"/>
        <w:contextualSpacing w:val="0"/>
        <w:jc w:val="center"/>
        <w:rPr>
          <w:rFonts w:cs="Calibri"/>
          <w:i/>
          <w:iCs/>
          <w:color w:val="000000" w:themeColor="text1"/>
        </w:rPr>
      </w:pPr>
      <w:r w:rsidRPr="00395801">
        <w:rPr>
          <w:rFonts w:cs="Calibri"/>
          <w:b/>
          <w:bCs/>
          <w:i/>
          <w:iCs/>
          <w:color w:val="000000" w:themeColor="text1"/>
        </w:rPr>
        <w:t>Niniejszy załącznik należy złożyć w przypadku wykazywania dodatkowego doświadczenia zgodnie z treścią pkt 17 SWZ</w:t>
      </w:r>
    </w:p>
    <w:p w14:paraId="074604FA" w14:textId="77777777" w:rsidR="00145078" w:rsidRDefault="00145078" w:rsidP="00145078">
      <w:pPr>
        <w:jc w:val="both"/>
        <w:rPr>
          <w:rFonts w:cs="Calibri"/>
          <w:sz w:val="20"/>
          <w:szCs w:val="20"/>
        </w:rPr>
      </w:pPr>
    </w:p>
    <w:p w14:paraId="24399695" w14:textId="77777777" w:rsidR="00145078" w:rsidRPr="007C5EDF" w:rsidRDefault="00145078" w:rsidP="00145078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5052889A" w14:textId="77777777" w:rsidR="00145078" w:rsidRDefault="00145078" w:rsidP="00145078">
      <w:pPr>
        <w:jc w:val="both"/>
        <w:rPr>
          <w:rFonts w:asciiTheme="minorHAnsi" w:hAnsiTheme="minorHAnsi" w:cstheme="minorHAnsi"/>
          <w:sz w:val="20"/>
          <w:szCs w:val="20"/>
        </w:rPr>
      </w:pPr>
      <w:r w:rsidRPr="007C5EDF">
        <w:rPr>
          <w:rFonts w:asciiTheme="minorHAnsi" w:hAnsiTheme="minorHAnsi" w:cstheme="minorHAnsi"/>
          <w:sz w:val="20"/>
          <w:szCs w:val="20"/>
        </w:rPr>
        <w:t>wykaz osób, skierowanych przez wykonawcę do realizacji zamówienia publicznego, wraz z informacjami na temat ich uprawnień i wykształcenia niezbędnych do  wykonania zamówienia publicznego, a także zakresu wykonanych przez</w:t>
      </w:r>
      <w:r w:rsidRPr="003401B5">
        <w:rPr>
          <w:rFonts w:asciiTheme="minorHAnsi" w:hAnsiTheme="minorHAnsi" w:cstheme="minorHAnsi"/>
          <w:sz w:val="20"/>
          <w:szCs w:val="20"/>
        </w:rPr>
        <w:t xml:space="preserve"> nie czynności oraz informacją o podstawie do dysponowania tymi osobami</w:t>
      </w:r>
    </w:p>
    <w:p w14:paraId="094F57D0" w14:textId="77777777" w:rsidR="00145078" w:rsidRDefault="00145078" w:rsidP="00145078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657E4A6" w14:textId="6691FE2E" w:rsidR="00815169" w:rsidRDefault="00EF6684" w:rsidP="009D1FE8">
      <w:pPr>
        <w:jc w:val="both"/>
        <w:rPr>
          <w:rFonts w:asciiTheme="minorHAnsi" w:hAnsiTheme="minorHAnsi" w:cstheme="minorHAnsi"/>
          <w:i/>
          <w:sz w:val="20"/>
          <w:szCs w:val="20"/>
        </w:rPr>
      </w:pPr>
      <w:r w:rsidRPr="003401B5">
        <w:rPr>
          <w:rFonts w:asciiTheme="minorHAnsi" w:hAnsiTheme="minorHAnsi" w:cstheme="minorHAnsi"/>
          <w:sz w:val="20"/>
          <w:szCs w:val="20"/>
        </w:rPr>
        <w:t>Dotyczy zamówienia:</w:t>
      </w:r>
      <w:r w:rsidR="00A21427" w:rsidRPr="00A21427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715A27" w:rsidRPr="00715A27">
        <w:rPr>
          <w:rFonts w:asciiTheme="minorHAnsi" w:hAnsiTheme="minorHAnsi" w:cstheme="minorHAnsi"/>
          <w:i/>
          <w:sz w:val="20"/>
          <w:szCs w:val="20"/>
        </w:rPr>
        <w:t>Opracowanie kompleksowej, wielobranżowej dokumentacji projektowo-kosztorysowej w ramach zadania „Rewaloryzacja budynku Muzeum Szlachty Mazowieckiej na ulicy Warszawskiej 61a w Ciechanowie- etap I dokumentacja</w:t>
      </w:r>
    </w:p>
    <w:p w14:paraId="32E7A40D" w14:textId="77777777" w:rsidR="00715A27" w:rsidRPr="007C5EDF" w:rsidRDefault="00715A27" w:rsidP="009D1FE8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42C81B9E" w14:textId="77777777" w:rsidR="00AB7DCB" w:rsidRDefault="00A050A8" w:rsidP="00905EEA">
      <w:pPr>
        <w:jc w:val="both"/>
        <w:rPr>
          <w:rFonts w:asciiTheme="minorHAnsi" w:hAnsiTheme="minorHAnsi" w:cstheme="minorHAnsi"/>
          <w:sz w:val="20"/>
          <w:szCs w:val="20"/>
        </w:rPr>
      </w:pPr>
      <w:r w:rsidRPr="007C5EDF">
        <w:rPr>
          <w:rFonts w:asciiTheme="minorHAnsi" w:hAnsiTheme="minorHAnsi" w:cstheme="minorHAnsi"/>
          <w:sz w:val="20"/>
          <w:szCs w:val="20"/>
        </w:rPr>
        <w:t>wykaz osób, skierowanych przez wykonawcę do realizacji zamówienia publicznego, wraz z informacjami na temat ich uprawnień i wykształcenia niezbędnych do  wykonania zamówienia publicznego, a także zakresu wykonanych przez</w:t>
      </w:r>
      <w:r w:rsidRPr="003401B5">
        <w:rPr>
          <w:rFonts w:asciiTheme="minorHAnsi" w:hAnsiTheme="minorHAnsi" w:cstheme="minorHAnsi"/>
          <w:sz w:val="20"/>
          <w:szCs w:val="20"/>
        </w:rPr>
        <w:t xml:space="preserve"> nie czynności oraz informacją o podstawie do dysponowania tymi osobami</w:t>
      </w:r>
    </w:p>
    <w:p w14:paraId="69A14BB2" w14:textId="77777777" w:rsidR="00815169" w:rsidRDefault="00815169" w:rsidP="00905EE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2E937EC1" w14:textId="77777777" w:rsidR="00145078" w:rsidRDefault="00145078" w:rsidP="00905EE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2205DD1F" w14:textId="77777777" w:rsidR="00145078" w:rsidRDefault="00145078" w:rsidP="00905EE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1C81BA4" w14:textId="77777777" w:rsidR="00145078" w:rsidRDefault="00145078" w:rsidP="00905EE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3E70D54A" w14:textId="77777777" w:rsidR="00145078" w:rsidRDefault="00145078" w:rsidP="00905EE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3E0866C0" w14:textId="77777777" w:rsidR="00145078" w:rsidRDefault="00145078" w:rsidP="00905EE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2AB954E6" w14:textId="77777777" w:rsidR="00145078" w:rsidRDefault="00145078" w:rsidP="00905EE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7306B0A" w14:textId="77777777" w:rsidR="00145078" w:rsidRDefault="00145078" w:rsidP="00905EE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1534A6D" w14:textId="77777777" w:rsidR="00145078" w:rsidRDefault="00145078" w:rsidP="00905EE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505B69D" w14:textId="77777777" w:rsidR="00815169" w:rsidRDefault="00815169" w:rsidP="00905EEA">
      <w:pPr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15567" w:type="dxa"/>
        <w:tblInd w:w="-283" w:type="dxa"/>
        <w:tblCellMar>
          <w:left w:w="106" w:type="dxa"/>
          <w:right w:w="55" w:type="dxa"/>
        </w:tblCellMar>
        <w:tblLook w:val="04A0" w:firstRow="1" w:lastRow="0" w:firstColumn="1" w:lastColumn="0" w:noHBand="0" w:noVBand="1"/>
      </w:tblPr>
      <w:tblGrid>
        <w:gridCol w:w="483"/>
        <w:gridCol w:w="1515"/>
        <w:gridCol w:w="2161"/>
        <w:gridCol w:w="5391"/>
        <w:gridCol w:w="3156"/>
        <w:gridCol w:w="2861"/>
      </w:tblGrid>
      <w:tr w:rsidR="00145078" w:rsidRPr="009F34F0" w14:paraId="2E1C443C" w14:textId="77777777" w:rsidTr="00145078">
        <w:trPr>
          <w:trHeight w:val="567"/>
        </w:trPr>
        <w:tc>
          <w:tcPr>
            <w:tcW w:w="155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5" w:themeFillTint="66"/>
            <w:vAlign w:val="center"/>
          </w:tcPr>
          <w:p w14:paraId="6EEA506C" w14:textId="66616904" w:rsidR="00145078" w:rsidRPr="009F34F0" w:rsidRDefault="00145078" w:rsidP="0006116F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540889">
              <w:rPr>
                <w:rFonts w:cs="Calibri"/>
                <w:b/>
                <w:color w:val="000000" w:themeColor="text1"/>
                <w:sz w:val="20"/>
                <w:szCs w:val="20"/>
              </w:rPr>
              <w:t xml:space="preserve">Wykazanie spełnienia warunku udziału w postępowaniu zgodnie z </w:t>
            </w:r>
            <w:r w:rsidRPr="00A516CD">
              <w:rPr>
                <w:rFonts w:cs="Calibri"/>
                <w:b/>
                <w:color w:val="000000" w:themeColor="text1"/>
                <w:sz w:val="20"/>
                <w:szCs w:val="20"/>
              </w:rPr>
              <w:t>treścią pkt 8</w:t>
            </w:r>
            <w:r w:rsidR="00715A27">
              <w:rPr>
                <w:rFonts w:cs="Calibri"/>
                <w:b/>
                <w:color w:val="000000" w:themeColor="text1"/>
                <w:sz w:val="20"/>
                <w:szCs w:val="20"/>
              </w:rPr>
              <w:t xml:space="preserve">.1.4 </w:t>
            </w:r>
            <w:r w:rsidRPr="00A516CD">
              <w:rPr>
                <w:rFonts w:cs="Calibri"/>
                <w:b/>
                <w:color w:val="000000" w:themeColor="text1"/>
                <w:sz w:val="20"/>
                <w:szCs w:val="20"/>
              </w:rPr>
              <w:t xml:space="preserve"> lit</w:t>
            </w:r>
            <w:r w:rsidR="00715A27">
              <w:rPr>
                <w:rFonts w:cs="Calibri"/>
                <w:b/>
                <w:color w:val="000000" w:themeColor="text1"/>
                <w:sz w:val="20"/>
                <w:szCs w:val="20"/>
              </w:rPr>
              <w:t xml:space="preserve"> b)</w:t>
            </w:r>
            <w:r w:rsidRPr="00A516CD">
              <w:rPr>
                <w:rFonts w:cs="Calibri"/>
                <w:b/>
                <w:color w:val="000000" w:themeColor="text1"/>
                <w:sz w:val="20"/>
                <w:szCs w:val="20"/>
              </w:rPr>
              <w:t xml:space="preserve"> SWZ</w:t>
            </w:r>
          </w:p>
        </w:tc>
      </w:tr>
      <w:tr w:rsidR="0006116F" w:rsidRPr="009F34F0" w14:paraId="345E006A" w14:textId="77777777" w:rsidTr="00145078">
        <w:trPr>
          <w:trHeight w:val="2014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9D6CC4" w14:textId="77777777" w:rsidR="0006116F" w:rsidRPr="009F34F0" w:rsidRDefault="0006116F" w:rsidP="0006116F">
            <w:pPr>
              <w:spacing w:line="259" w:lineRule="auto"/>
              <w:ind w:left="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4F0">
              <w:rPr>
                <w:rFonts w:ascii="Times New Roman" w:hAnsi="Times New Roman"/>
                <w:sz w:val="20"/>
                <w:szCs w:val="20"/>
              </w:rPr>
              <w:t>Lp.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629F4E" w14:textId="77777777" w:rsidR="0006116F" w:rsidRPr="009F34F0" w:rsidRDefault="0006116F" w:rsidP="0006116F">
            <w:pPr>
              <w:spacing w:line="259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34F0">
              <w:rPr>
                <w:rFonts w:ascii="Times New Roman" w:hAnsi="Times New Roman"/>
                <w:b/>
                <w:sz w:val="20"/>
                <w:szCs w:val="20"/>
              </w:rPr>
              <w:t>Imię i nazwisko</w:t>
            </w:r>
          </w:p>
          <w:p w14:paraId="69862FCD" w14:textId="77777777" w:rsidR="0006116F" w:rsidRPr="009F34F0" w:rsidRDefault="0006116F" w:rsidP="0006116F">
            <w:pPr>
              <w:spacing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4BBB7" w14:textId="77777777" w:rsidR="0006116F" w:rsidRPr="009F34F0" w:rsidRDefault="0006116F" w:rsidP="0006116F">
            <w:pPr>
              <w:spacing w:after="127" w:line="259" w:lineRule="auto"/>
              <w:ind w:right="6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34F0">
              <w:rPr>
                <w:rFonts w:ascii="Times New Roman" w:hAnsi="Times New Roman"/>
                <w:b/>
                <w:sz w:val="20"/>
                <w:szCs w:val="20"/>
              </w:rPr>
              <w:t>Zakres wykonywanych czynności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023910" w14:textId="77777777" w:rsidR="0006116F" w:rsidRPr="009F34F0" w:rsidRDefault="0006116F" w:rsidP="0006116F">
            <w:pPr>
              <w:spacing w:after="127" w:line="259" w:lineRule="auto"/>
              <w:ind w:right="6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4F0">
              <w:rPr>
                <w:rFonts w:ascii="Times New Roman" w:hAnsi="Times New Roman"/>
                <w:b/>
                <w:sz w:val="20"/>
                <w:szCs w:val="20"/>
              </w:rPr>
              <w:t>Informacje na temat kwalifikacji zawodowych, doświadczenia i wykształcenia niezbędnych do wykonania zamówienia oraz pozostawania w stosunku pracy bądź w stosunku cywilno-prawnym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5415FE" w14:textId="77777777" w:rsidR="0006116F" w:rsidRPr="009F34F0" w:rsidRDefault="0006116F" w:rsidP="0006116F">
            <w:pPr>
              <w:spacing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4F0">
              <w:rPr>
                <w:rFonts w:ascii="Times New Roman" w:hAnsi="Times New Roman"/>
                <w:b/>
                <w:sz w:val="20"/>
                <w:szCs w:val="20"/>
              </w:rPr>
              <w:t>Nr uprawnień, data ich wydania, zakres uprawnień (bez ograniczeń, w ograniczonym zakresie), nazwa organu który je wydał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15AB5" w14:textId="77777777" w:rsidR="0006116F" w:rsidRPr="009F34F0" w:rsidRDefault="0006116F" w:rsidP="0006116F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F34F0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Podstawa dysponowania potencjałem</w:t>
            </w:r>
          </w:p>
          <w:p w14:paraId="1DDCA2CB" w14:textId="53D1AA65" w:rsidR="0006116F" w:rsidRPr="009F34F0" w:rsidRDefault="0006116F" w:rsidP="0006116F">
            <w:pPr>
              <w:spacing w:line="259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34F0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(zaznaczyć właściwe)</w:t>
            </w:r>
          </w:p>
        </w:tc>
      </w:tr>
      <w:tr w:rsidR="00145078" w:rsidRPr="009F34F0" w14:paraId="1E28440E" w14:textId="77777777" w:rsidTr="00DB464F">
        <w:trPr>
          <w:trHeight w:val="741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42C4F7" w14:textId="77777777" w:rsidR="00145078" w:rsidRPr="009F34F0" w:rsidRDefault="00145078" w:rsidP="0006116F">
            <w:pPr>
              <w:spacing w:line="259" w:lineRule="auto"/>
              <w:ind w:left="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4F0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8B0522" w14:textId="77777777" w:rsidR="00145078" w:rsidRPr="009F34F0" w:rsidRDefault="00145078" w:rsidP="0006116F">
            <w:pPr>
              <w:spacing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950B52F" w14:textId="47F826DA" w:rsidR="00145078" w:rsidRPr="009F34F0" w:rsidRDefault="00145078" w:rsidP="0006116F">
            <w:pPr>
              <w:spacing w:after="127" w:line="259" w:lineRule="auto"/>
              <w:ind w:right="6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Projektant w branży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konstrukcyjno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- </w:t>
            </w:r>
            <w:r w:rsidRPr="009F34F0">
              <w:rPr>
                <w:rFonts w:ascii="Times New Roman" w:hAnsi="Times New Roman"/>
                <w:bCs/>
                <w:sz w:val="20"/>
                <w:szCs w:val="20"/>
              </w:rPr>
              <w:t>budow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lanej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66CDC6" w14:textId="6CB73CA4" w:rsidR="00145078" w:rsidRDefault="00145078" w:rsidP="0006116F">
            <w:pPr>
              <w:spacing w:after="127" w:line="259" w:lineRule="auto"/>
              <w:ind w:right="63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F34F0">
              <w:rPr>
                <w:rFonts w:ascii="Times New Roman" w:hAnsi="Times New Roman"/>
                <w:bCs/>
                <w:sz w:val="20"/>
                <w:szCs w:val="20"/>
              </w:rPr>
              <w:t xml:space="preserve">Doświadczenie </w:t>
            </w:r>
            <w:r w:rsidRPr="00B9607E">
              <w:rPr>
                <w:rFonts w:ascii="Times New Roman" w:hAnsi="Times New Roman"/>
                <w:bCs/>
                <w:sz w:val="20"/>
                <w:szCs w:val="20"/>
              </w:rPr>
              <w:t>jako:  autor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**</w:t>
            </w:r>
            <w:r w:rsidRPr="00B9607E">
              <w:rPr>
                <w:rFonts w:ascii="Times New Roman" w:hAnsi="Times New Roman"/>
                <w:bCs/>
                <w:sz w:val="20"/>
                <w:szCs w:val="20"/>
              </w:rPr>
              <w:t xml:space="preserve"> lub współautor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*</w:t>
            </w:r>
            <w:r w:rsidRPr="00B9607E">
              <w:rPr>
                <w:rFonts w:ascii="Times New Roman" w:hAnsi="Times New Roman"/>
                <w:bCs/>
                <w:sz w:val="20"/>
                <w:szCs w:val="20"/>
              </w:rPr>
              <w:t>*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dla</w:t>
            </w:r>
            <w:r w:rsidRPr="00B9607E">
              <w:rPr>
                <w:rFonts w:ascii="Times New Roman" w:hAnsi="Times New Roman"/>
                <w:bCs/>
                <w:sz w:val="20"/>
                <w:szCs w:val="20"/>
              </w:rPr>
              <w:t xml:space="preserve"> co najmniej dwóch projektów budowlanych przy zabytku nieruchomym wpisanym do rejestru zabytków lub inwentarza muzeum będącego instytucją kultury*</w:t>
            </w:r>
          </w:p>
          <w:p w14:paraId="5F78A1CA" w14:textId="09F0ECB7" w:rsidR="00145078" w:rsidRPr="009F34F0" w:rsidRDefault="00145078" w:rsidP="0006116F">
            <w:pPr>
              <w:spacing w:after="127" w:line="259" w:lineRule="auto"/>
              <w:ind w:right="63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  <w:r w:rsidRPr="009F34F0">
              <w:rPr>
                <w:rFonts w:ascii="Times New Roman" w:hAnsi="Times New Roman"/>
                <w:bCs/>
                <w:sz w:val="20"/>
                <w:szCs w:val="20"/>
              </w:rPr>
              <w:t>……………………………………………………………. (podać nazwę zadania, podmiotu na rzecz którego była wykonywana usługa)</w:t>
            </w:r>
          </w:p>
          <w:p w14:paraId="31E3BDA4" w14:textId="599D17EE" w:rsidR="00145078" w:rsidRDefault="00145078" w:rsidP="0006116F">
            <w:pPr>
              <w:spacing w:after="127" w:line="259" w:lineRule="auto"/>
              <w:ind w:right="63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*</w:t>
            </w:r>
            <w:r w:rsidRPr="009F34F0">
              <w:rPr>
                <w:rFonts w:ascii="Times New Roman" w:hAnsi="Times New Roman"/>
                <w:bCs/>
                <w:sz w:val="20"/>
                <w:szCs w:val="20"/>
              </w:rPr>
              <w:t xml:space="preserve">Wpis do rejestru: ……………………….. (podać nazwę i numer </w:t>
            </w:r>
            <w:r w:rsidR="008E310B" w:rsidRPr="009F34F0">
              <w:rPr>
                <w:rFonts w:ascii="Times New Roman" w:hAnsi="Times New Roman"/>
                <w:bCs/>
                <w:sz w:val="20"/>
                <w:szCs w:val="20"/>
              </w:rPr>
              <w:t>rejestru</w:t>
            </w:r>
            <w:r w:rsidRPr="009F34F0">
              <w:rPr>
                <w:rFonts w:ascii="Times New Roman" w:hAnsi="Times New Roman"/>
                <w:bCs/>
                <w:sz w:val="20"/>
                <w:szCs w:val="20"/>
              </w:rPr>
              <w:t>)</w:t>
            </w:r>
          </w:p>
          <w:p w14:paraId="41DEB9A7" w14:textId="08983E60" w:rsidR="00145078" w:rsidRDefault="00145078" w:rsidP="0006116F">
            <w:pPr>
              <w:spacing w:after="127" w:line="259" w:lineRule="auto"/>
              <w:ind w:right="63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** niepotrzebne skreślić.</w:t>
            </w:r>
          </w:p>
          <w:p w14:paraId="7A2741BA" w14:textId="77777777" w:rsidR="00145078" w:rsidRDefault="00145078" w:rsidP="00E47F49">
            <w:pPr>
              <w:spacing w:after="127" w:line="259" w:lineRule="auto"/>
              <w:ind w:right="63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4F118085" w14:textId="77777777" w:rsidR="00145078" w:rsidRDefault="00145078" w:rsidP="00145078">
            <w:pPr>
              <w:spacing w:after="127" w:line="259" w:lineRule="auto"/>
              <w:ind w:right="63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F34F0">
              <w:rPr>
                <w:rFonts w:ascii="Times New Roman" w:hAnsi="Times New Roman"/>
                <w:bCs/>
                <w:sz w:val="20"/>
                <w:szCs w:val="20"/>
              </w:rPr>
              <w:t xml:space="preserve">Doświadczenie </w:t>
            </w:r>
            <w:r w:rsidRPr="00B9607E">
              <w:rPr>
                <w:rFonts w:ascii="Times New Roman" w:hAnsi="Times New Roman"/>
                <w:bCs/>
                <w:sz w:val="20"/>
                <w:szCs w:val="20"/>
              </w:rPr>
              <w:t>jako:  autor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**</w:t>
            </w:r>
            <w:r w:rsidRPr="00B9607E">
              <w:rPr>
                <w:rFonts w:ascii="Times New Roman" w:hAnsi="Times New Roman"/>
                <w:bCs/>
                <w:sz w:val="20"/>
                <w:szCs w:val="20"/>
              </w:rPr>
              <w:t xml:space="preserve"> lub współautor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*</w:t>
            </w:r>
            <w:r w:rsidRPr="00B9607E">
              <w:rPr>
                <w:rFonts w:ascii="Times New Roman" w:hAnsi="Times New Roman"/>
                <w:bCs/>
                <w:sz w:val="20"/>
                <w:szCs w:val="20"/>
              </w:rPr>
              <w:t>*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dla</w:t>
            </w:r>
            <w:r w:rsidRPr="00B9607E">
              <w:rPr>
                <w:rFonts w:ascii="Times New Roman" w:hAnsi="Times New Roman"/>
                <w:bCs/>
                <w:sz w:val="20"/>
                <w:szCs w:val="20"/>
              </w:rPr>
              <w:t xml:space="preserve"> co najmniej dwóch projektów budowlanych przy zabytku nieruchomym wpisanym do rejestru zabytków lub inwentarza muzeum będącego instytucją kultury*</w:t>
            </w:r>
          </w:p>
          <w:p w14:paraId="24C184C4" w14:textId="6265E5A1" w:rsidR="00145078" w:rsidRPr="009F34F0" w:rsidRDefault="00145078" w:rsidP="00E47F49">
            <w:pPr>
              <w:spacing w:after="127" w:line="259" w:lineRule="auto"/>
              <w:ind w:right="63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2.</w:t>
            </w:r>
            <w:r w:rsidRPr="009F34F0">
              <w:rPr>
                <w:rFonts w:ascii="Times New Roman" w:hAnsi="Times New Roman"/>
                <w:bCs/>
                <w:sz w:val="20"/>
                <w:szCs w:val="20"/>
              </w:rPr>
              <w:t>……………………………………………………………. (podać nazwę zadania, podmiotu na rzecz którego była wykonywana usługa)</w:t>
            </w:r>
          </w:p>
          <w:p w14:paraId="08EF0EB4" w14:textId="170F4D3E" w:rsidR="00145078" w:rsidRPr="009F34F0" w:rsidRDefault="00145078" w:rsidP="00715A27">
            <w:pPr>
              <w:spacing w:after="127" w:line="259" w:lineRule="auto"/>
              <w:ind w:right="63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F34F0">
              <w:rPr>
                <w:rFonts w:ascii="Times New Roman" w:hAnsi="Times New Roman"/>
                <w:bCs/>
                <w:sz w:val="20"/>
                <w:szCs w:val="20"/>
              </w:rPr>
              <w:t xml:space="preserve">Wpis do rejestru: ……………………….. (podać nazwę i numer </w:t>
            </w:r>
            <w:r w:rsidR="008E310B" w:rsidRPr="009F34F0">
              <w:rPr>
                <w:rFonts w:ascii="Times New Roman" w:hAnsi="Times New Roman"/>
                <w:bCs/>
                <w:sz w:val="20"/>
                <w:szCs w:val="20"/>
              </w:rPr>
              <w:t>rejestru</w:t>
            </w:r>
            <w:r w:rsidRPr="009F34F0">
              <w:rPr>
                <w:rFonts w:ascii="Times New Roman" w:hAnsi="Times New Roman"/>
                <w:bCs/>
                <w:sz w:val="20"/>
                <w:szCs w:val="20"/>
              </w:rPr>
              <w:t>).</w:t>
            </w:r>
          </w:p>
        </w:tc>
        <w:tc>
          <w:tcPr>
            <w:tcW w:w="31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13C5DD" w14:textId="77777777" w:rsidR="00145078" w:rsidRPr="009F34F0" w:rsidRDefault="00145078" w:rsidP="0006116F">
            <w:pPr>
              <w:spacing w:line="259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F34F0">
              <w:rPr>
                <w:rFonts w:ascii="Times New Roman" w:hAnsi="Times New Roman"/>
                <w:bCs/>
                <w:sz w:val="20"/>
                <w:szCs w:val="20"/>
              </w:rPr>
              <w:t>Nr uprawnień i data ich wydania:</w:t>
            </w:r>
          </w:p>
          <w:p w14:paraId="4F9A8B26" w14:textId="77777777" w:rsidR="00145078" w:rsidRPr="009F34F0" w:rsidRDefault="00145078" w:rsidP="0006116F">
            <w:pPr>
              <w:spacing w:line="259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F34F0">
              <w:rPr>
                <w:rFonts w:ascii="Times New Roman" w:hAnsi="Times New Roman"/>
                <w:bCs/>
                <w:sz w:val="20"/>
                <w:szCs w:val="20"/>
              </w:rPr>
              <w:t>……………………………………</w:t>
            </w:r>
          </w:p>
          <w:p w14:paraId="76D8FECD" w14:textId="77777777" w:rsidR="00145078" w:rsidRPr="009F34F0" w:rsidRDefault="00145078" w:rsidP="0006116F">
            <w:pPr>
              <w:spacing w:line="259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7DB4020B" w14:textId="77777777" w:rsidR="00145078" w:rsidRPr="009F34F0" w:rsidRDefault="00145078" w:rsidP="0006116F">
            <w:pPr>
              <w:spacing w:line="259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F34F0">
              <w:rPr>
                <w:rFonts w:ascii="Times New Roman" w:hAnsi="Times New Roman"/>
                <w:bCs/>
                <w:sz w:val="20"/>
                <w:szCs w:val="20"/>
              </w:rPr>
              <w:t>Zakres posiadanych uprawnień: ……………………………..</w:t>
            </w:r>
          </w:p>
          <w:p w14:paraId="7DBF5EB2" w14:textId="77777777" w:rsidR="00145078" w:rsidRPr="009F34F0" w:rsidRDefault="00145078" w:rsidP="0006116F">
            <w:pPr>
              <w:spacing w:line="259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31A0D8DD" w14:textId="77777777" w:rsidR="00145078" w:rsidRPr="009F34F0" w:rsidRDefault="00145078" w:rsidP="0006116F">
            <w:pPr>
              <w:spacing w:line="259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F34F0">
              <w:rPr>
                <w:rFonts w:ascii="Times New Roman" w:hAnsi="Times New Roman"/>
                <w:bCs/>
                <w:sz w:val="20"/>
                <w:szCs w:val="20"/>
              </w:rPr>
              <w:t>Nazwa organu wydającego:</w:t>
            </w:r>
          </w:p>
          <w:p w14:paraId="02AC560E" w14:textId="77777777" w:rsidR="00145078" w:rsidRPr="009F34F0" w:rsidRDefault="00145078" w:rsidP="0006116F">
            <w:pPr>
              <w:spacing w:line="259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F34F0">
              <w:rPr>
                <w:rFonts w:ascii="Times New Roman" w:hAnsi="Times New Roman"/>
                <w:bCs/>
                <w:sz w:val="20"/>
                <w:szCs w:val="20"/>
              </w:rPr>
              <w:t>………………………………….</w:t>
            </w:r>
          </w:p>
        </w:tc>
        <w:tc>
          <w:tcPr>
            <w:tcW w:w="28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D82B9F6" w14:textId="77777777" w:rsidR="00145078" w:rsidRPr="009F34F0" w:rsidRDefault="00145078" w:rsidP="00E47F49">
            <w:pPr>
              <w:ind w:left="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34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ym w:font="Wingdings" w:char="F06F"/>
            </w:r>
            <w:r w:rsidRPr="009F34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Zasób własny</w:t>
            </w:r>
          </w:p>
          <w:p w14:paraId="0B24E0F8" w14:textId="77777777" w:rsidR="00145078" w:rsidRPr="009F34F0" w:rsidRDefault="00145078" w:rsidP="0006116F">
            <w:pPr>
              <w:ind w:left="7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20D75254" w14:textId="77777777" w:rsidR="00145078" w:rsidRPr="009F34F0" w:rsidRDefault="00145078" w:rsidP="00E47F49">
            <w:pPr>
              <w:ind w:left="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34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ym w:font="Wingdings" w:char="F06F"/>
            </w:r>
            <w:r w:rsidRPr="009F34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Zasób podmiotu trzeciego:</w:t>
            </w:r>
          </w:p>
          <w:p w14:paraId="286DFA4E" w14:textId="7F7E17E2" w:rsidR="00145078" w:rsidRPr="009F34F0" w:rsidRDefault="00145078" w:rsidP="0006116F">
            <w:pPr>
              <w:spacing w:line="259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F34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………………………………….. (</w:t>
            </w:r>
            <w:r w:rsidRPr="009F34F0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nazwa podmiotu trzeciego)</w:t>
            </w:r>
          </w:p>
        </w:tc>
      </w:tr>
      <w:tr w:rsidR="00145078" w:rsidRPr="009F34F0" w14:paraId="3CEAA603" w14:textId="77777777" w:rsidTr="00DB464F">
        <w:trPr>
          <w:trHeight w:val="741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77CAB" w14:textId="1A1B379C" w:rsidR="00145078" w:rsidRPr="009F34F0" w:rsidRDefault="00145078" w:rsidP="00501F56">
            <w:pPr>
              <w:spacing w:line="259" w:lineRule="auto"/>
              <w:ind w:left="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066CB6" w14:textId="77777777" w:rsidR="00145078" w:rsidRPr="009F34F0" w:rsidRDefault="00145078" w:rsidP="00501F56">
            <w:pPr>
              <w:spacing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2854BA0" w14:textId="0864B25C" w:rsidR="00145078" w:rsidRPr="009F34F0" w:rsidRDefault="00145078" w:rsidP="00501F56">
            <w:pPr>
              <w:spacing w:after="127" w:line="259" w:lineRule="auto"/>
              <w:ind w:right="6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263A1C70" w14:textId="77777777" w:rsidR="00145078" w:rsidRPr="00145078" w:rsidRDefault="00145078" w:rsidP="00145078">
            <w:pPr>
              <w:ind w:left="7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4507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Wykazanie spełnienia kryterium oceny ofert określone w pkt. 17.1 lit. b) SWZ</w:t>
            </w:r>
          </w:p>
          <w:p w14:paraId="1C43B735" w14:textId="77777777" w:rsidR="00145078" w:rsidRPr="00145078" w:rsidRDefault="00145078" w:rsidP="00145078">
            <w:pPr>
              <w:spacing w:after="127" w:line="259" w:lineRule="auto"/>
              <w:ind w:right="63"/>
              <w:jc w:val="center"/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145078"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  <w:t>Uzupełnić jeżeli dotyczy</w:t>
            </w:r>
          </w:p>
          <w:p w14:paraId="3A8DF75F" w14:textId="77777777" w:rsidR="00145078" w:rsidRPr="00145078" w:rsidRDefault="00145078" w:rsidP="00145078">
            <w:pPr>
              <w:spacing w:after="127" w:line="259" w:lineRule="auto"/>
              <w:ind w:right="63"/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  <w:p w14:paraId="7357DD09" w14:textId="77777777" w:rsidR="00145078" w:rsidRPr="00145078" w:rsidRDefault="00145078" w:rsidP="00145078">
            <w:pPr>
              <w:spacing w:after="127" w:line="259" w:lineRule="auto"/>
              <w:ind w:right="63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14507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osoba w okresie ostatnich 10 lat przed upływem terminu składania ofert, </w:t>
            </w:r>
            <w:r w:rsidRPr="00145078">
              <w:rPr>
                <w:rFonts w:ascii="Times New Roman" w:hAnsi="Times New Roman"/>
                <w:iCs/>
                <w:sz w:val="20"/>
                <w:szCs w:val="20"/>
              </w:rPr>
              <w:t>ponad warunek udziału w postępowaniu,</w:t>
            </w:r>
            <w:r w:rsidRPr="0014507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była </w:t>
            </w:r>
            <w:r w:rsidRPr="00145078">
              <w:rPr>
                <w:rFonts w:ascii="Times New Roman" w:hAnsi="Times New Roman"/>
                <w:iCs/>
                <w:sz w:val="20"/>
                <w:szCs w:val="20"/>
              </w:rPr>
              <w:t xml:space="preserve">autorem lub współautorem** projektów budowlanych przy zabytku nieruchomym wpisanym do rejestru zabytków lub do inwentarza muzeum będącego instytucją kultury </w:t>
            </w:r>
          </w:p>
          <w:p w14:paraId="3F11731C" w14:textId="24DF0C31" w:rsidR="00145078" w:rsidRPr="00145078" w:rsidRDefault="00145078" w:rsidP="00145078">
            <w:pPr>
              <w:spacing w:after="127" w:line="259" w:lineRule="auto"/>
              <w:ind w:right="63"/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 w:rsidRPr="00145078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poniższy wykaz uzupełnić dla tylu dodatkowych usług ile to konieczne</w:t>
            </w:r>
          </w:p>
        </w:tc>
        <w:tc>
          <w:tcPr>
            <w:tcW w:w="315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00AFDC" w14:textId="2D64A041" w:rsidR="00145078" w:rsidRPr="009F34F0" w:rsidRDefault="00145078" w:rsidP="00501F56">
            <w:pPr>
              <w:spacing w:line="259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467606A" w14:textId="372BFBB8" w:rsidR="00145078" w:rsidRPr="009F34F0" w:rsidRDefault="00145078" w:rsidP="0006116F">
            <w:pPr>
              <w:spacing w:line="259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145078" w:rsidRPr="009F34F0" w14:paraId="1B10CCD1" w14:textId="77777777" w:rsidTr="00DB464F">
        <w:trPr>
          <w:trHeight w:val="741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EFA353" w14:textId="030135D6" w:rsidR="00145078" w:rsidRPr="009F34F0" w:rsidRDefault="00145078" w:rsidP="00501F56">
            <w:pPr>
              <w:spacing w:line="259" w:lineRule="auto"/>
              <w:ind w:left="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595FA6" w14:textId="77777777" w:rsidR="00145078" w:rsidRPr="009F34F0" w:rsidRDefault="00145078" w:rsidP="00501F56">
            <w:pPr>
              <w:spacing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73B80" w14:textId="46248B4F" w:rsidR="00145078" w:rsidRPr="009F34F0" w:rsidRDefault="00145078" w:rsidP="00501F56">
            <w:pPr>
              <w:spacing w:after="127" w:line="259" w:lineRule="auto"/>
              <w:ind w:right="6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15E3A" w14:textId="50189A3B" w:rsidR="00145078" w:rsidRDefault="00145078" w:rsidP="00145078">
            <w:pPr>
              <w:spacing w:after="127" w:line="259" w:lineRule="auto"/>
              <w:ind w:right="63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F34F0">
              <w:rPr>
                <w:rFonts w:ascii="Times New Roman" w:hAnsi="Times New Roman"/>
                <w:bCs/>
                <w:sz w:val="20"/>
                <w:szCs w:val="20"/>
              </w:rPr>
              <w:t xml:space="preserve">Doświadczenie </w:t>
            </w:r>
            <w:r w:rsidRPr="00B9607E">
              <w:rPr>
                <w:rFonts w:ascii="Times New Roman" w:hAnsi="Times New Roman"/>
                <w:bCs/>
                <w:sz w:val="20"/>
                <w:szCs w:val="20"/>
              </w:rPr>
              <w:t>jako:  autor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**</w:t>
            </w:r>
            <w:r w:rsidRPr="00B9607E">
              <w:rPr>
                <w:rFonts w:ascii="Times New Roman" w:hAnsi="Times New Roman"/>
                <w:bCs/>
                <w:sz w:val="20"/>
                <w:szCs w:val="20"/>
              </w:rPr>
              <w:t xml:space="preserve"> lub współautor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*</w:t>
            </w:r>
            <w:r w:rsidRPr="00B9607E">
              <w:rPr>
                <w:rFonts w:ascii="Times New Roman" w:hAnsi="Times New Roman"/>
                <w:bCs/>
                <w:sz w:val="20"/>
                <w:szCs w:val="20"/>
              </w:rPr>
              <w:t>*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dla</w:t>
            </w:r>
            <w:r w:rsidRPr="00B9607E">
              <w:rPr>
                <w:rFonts w:ascii="Times New Roman" w:hAnsi="Times New Roman"/>
                <w:bCs/>
                <w:sz w:val="20"/>
                <w:szCs w:val="20"/>
              </w:rPr>
              <w:t xml:space="preserve"> co najmniej dwóch projektów budowlanych przy zabytku nieruchomym wpisanym do rejestru zabytków lub inwentarza muzeum będącego instytucją kultury*</w:t>
            </w:r>
          </w:p>
          <w:p w14:paraId="7018C729" w14:textId="34D12DFE" w:rsidR="00145078" w:rsidRDefault="00145078" w:rsidP="00145078">
            <w:pPr>
              <w:spacing w:after="127" w:line="259" w:lineRule="auto"/>
              <w:ind w:right="63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3.</w:t>
            </w:r>
            <w:r w:rsidRPr="009F34F0">
              <w:rPr>
                <w:rFonts w:ascii="Times New Roman" w:hAnsi="Times New Roman"/>
                <w:bCs/>
                <w:sz w:val="20"/>
                <w:szCs w:val="20"/>
              </w:rPr>
              <w:t>……………………………………………………………. (podać nazwę zadania, podmiotu na rzecz którego była wykonywana usługa)</w:t>
            </w:r>
          </w:p>
          <w:p w14:paraId="69DCA006" w14:textId="7B26EA95" w:rsidR="00145078" w:rsidRPr="009F34F0" w:rsidRDefault="00145078" w:rsidP="00145078">
            <w:pPr>
              <w:spacing w:after="127" w:line="259" w:lineRule="auto"/>
              <w:ind w:right="63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Data wykonania usługi: …………………</w:t>
            </w:r>
          </w:p>
          <w:p w14:paraId="019D65E9" w14:textId="60BC3B0A" w:rsidR="00145078" w:rsidRDefault="00145078" w:rsidP="00145078">
            <w:pPr>
              <w:spacing w:after="127" w:line="259" w:lineRule="auto"/>
              <w:ind w:right="63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*</w:t>
            </w:r>
            <w:r w:rsidRPr="009F34F0">
              <w:rPr>
                <w:rFonts w:ascii="Times New Roman" w:hAnsi="Times New Roman"/>
                <w:bCs/>
                <w:sz w:val="20"/>
                <w:szCs w:val="20"/>
              </w:rPr>
              <w:t xml:space="preserve">Wpis do rejestru: ……………………….. (podać nazwę i numer </w:t>
            </w:r>
            <w:r w:rsidR="00715A27" w:rsidRPr="009F34F0">
              <w:rPr>
                <w:rFonts w:ascii="Times New Roman" w:hAnsi="Times New Roman"/>
                <w:bCs/>
                <w:sz w:val="20"/>
                <w:szCs w:val="20"/>
              </w:rPr>
              <w:t>rejestru</w:t>
            </w:r>
            <w:r w:rsidRPr="009F34F0">
              <w:rPr>
                <w:rFonts w:ascii="Times New Roman" w:hAnsi="Times New Roman"/>
                <w:bCs/>
                <w:sz w:val="20"/>
                <w:szCs w:val="20"/>
              </w:rPr>
              <w:t>)</w:t>
            </w:r>
          </w:p>
          <w:p w14:paraId="0E5B526C" w14:textId="77777777" w:rsidR="00145078" w:rsidRDefault="00145078" w:rsidP="00145078">
            <w:pPr>
              <w:spacing w:after="127" w:line="259" w:lineRule="auto"/>
              <w:ind w:right="63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** niepotrzebne skreślić.</w:t>
            </w:r>
          </w:p>
          <w:p w14:paraId="790509F4" w14:textId="77777777" w:rsidR="00145078" w:rsidRDefault="00145078" w:rsidP="00145078">
            <w:pPr>
              <w:spacing w:after="127" w:line="259" w:lineRule="auto"/>
              <w:ind w:right="63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4FB85892" w14:textId="77777777" w:rsidR="00145078" w:rsidRDefault="00145078" w:rsidP="00145078">
            <w:pPr>
              <w:spacing w:after="127" w:line="259" w:lineRule="auto"/>
              <w:ind w:right="63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F34F0">
              <w:rPr>
                <w:rFonts w:ascii="Times New Roman" w:hAnsi="Times New Roman"/>
                <w:bCs/>
                <w:sz w:val="20"/>
                <w:szCs w:val="20"/>
              </w:rPr>
              <w:t xml:space="preserve">Doświadczenie </w:t>
            </w:r>
            <w:r w:rsidRPr="00B9607E">
              <w:rPr>
                <w:rFonts w:ascii="Times New Roman" w:hAnsi="Times New Roman"/>
                <w:bCs/>
                <w:sz w:val="20"/>
                <w:szCs w:val="20"/>
              </w:rPr>
              <w:t>jako:  autor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**</w:t>
            </w:r>
            <w:r w:rsidRPr="00B9607E">
              <w:rPr>
                <w:rFonts w:ascii="Times New Roman" w:hAnsi="Times New Roman"/>
                <w:bCs/>
                <w:sz w:val="20"/>
                <w:szCs w:val="20"/>
              </w:rPr>
              <w:t xml:space="preserve"> lub współautor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*</w:t>
            </w:r>
            <w:r w:rsidRPr="00B9607E">
              <w:rPr>
                <w:rFonts w:ascii="Times New Roman" w:hAnsi="Times New Roman"/>
                <w:bCs/>
                <w:sz w:val="20"/>
                <w:szCs w:val="20"/>
              </w:rPr>
              <w:t>*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dla</w:t>
            </w:r>
            <w:r w:rsidRPr="00B9607E">
              <w:rPr>
                <w:rFonts w:ascii="Times New Roman" w:hAnsi="Times New Roman"/>
                <w:bCs/>
                <w:sz w:val="20"/>
                <w:szCs w:val="20"/>
              </w:rPr>
              <w:t xml:space="preserve"> co najmniej dwóch projektów budowlanych przy zabytku nieruchomym wpisanym do rejestru zabytków lub inwentarza muzeum będącego instytucją kultury*</w:t>
            </w:r>
          </w:p>
          <w:p w14:paraId="6E2ABC9E" w14:textId="1E632F09" w:rsidR="00145078" w:rsidRDefault="00145078" w:rsidP="00145078">
            <w:pPr>
              <w:spacing w:after="127" w:line="259" w:lineRule="auto"/>
              <w:ind w:right="63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4.</w:t>
            </w:r>
            <w:r w:rsidRPr="009F34F0">
              <w:rPr>
                <w:rFonts w:ascii="Times New Roman" w:hAnsi="Times New Roman"/>
                <w:bCs/>
                <w:sz w:val="20"/>
                <w:szCs w:val="20"/>
              </w:rPr>
              <w:t>……………………………………………………………. (podać nazwę zadania, podmiotu na rzecz którego była wykonywana usługa)</w:t>
            </w:r>
          </w:p>
          <w:p w14:paraId="7892E298" w14:textId="77777777" w:rsidR="00145078" w:rsidRPr="009F34F0" w:rsidRDefault="00145078" w:rsidP="00145078">
            <w:pPr>
              <w:spacing w:after="127" w:line="259" w:lineRule="auto"/>
              <w:ind w:right="63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Data wykonania usługi: …………………</w:t>
            </w:r>
          </w:p>
          <w:p w14:paraId="360BE252" w14:textId="08E40357" w:rsidR="00145078" w:rsidRDefault="00145078" w:rsidP="00145078">
            <w:pPr>
              <w:spacing w:after="127" w:line="259" w:lineRule="auto"/>
              <w:ind w:right="63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*</w:t>
            </w:r>
            <w:r w:rsidRPr="009F34F0">
              <w:rPr>
                <w:rFonts w:ascii="Times New Roman" w:hAnsi="Times New Roman"/>
                <w:bCs/>
                <w:sz w:val="20"/>
                <w:szCs w:val="20"/>
              </w:rPr>
              <w:t xml:space="preserve">Wpis do rejestru: ……………………….. (podać nazwę i numer </w:t>
            </w:r>
            <w:r w:rsidR="00715A27" w:rsidRPr="009F34F0">
              <w:rPr>
                <w:rFonts w:ascii="Times New Roman" w:hAnsi="Times New Roman"/>
                <w:bCs/>
                <w:sz w:val="20"/>
                <w:szCs w:val="20"/>
              </w:rPr>
              <w:t>rejestru</w:t>
            </w:r>
            <w:r w:rsidRPr="009F34F0">
              <w:rPr>
                <w:rFonts w:ascii="Times New Roman" w:hAnsi="Times New Roman"/>
                <w:bCs/>
                <w:sz w:val="20"/>
                <w:szCs w:val="20"/>
              </w:rPr>
              <w:t>)</w:t>
            </w:r>
          </w:p>
          <w:p w14:paraId="00F63C6F" w14:textId="77777777" w:rsidR="00145078" w:rsidRDefault="00145078" w:rsidP="00145078">
            <w:pPr>
              <w:spacing w:after="127" w:line="259" w:lineRule="auto"/>
              <w:ind w:right="63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** niepotrzebne skreślić.</w:t>
            </w:r>
          </w:p>
          <w:p w14:paraId="4C0AA713" w14:textId="77777777" w:rsidR="00145078" w:rsidRDefault="00145078" w:rsidP="00145078">
            <w:pPr>
              <w:spacing w:after="127" w:line="259" w:lineRule="auto"/>
              <w:ind w:right="63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3A281631" w14:textId="77777777" w:rsidR="00145078" w:rsidRDefault="00145078" w:rsidP="00145078">
            <w:pPr>
              <w:spacing w:after="127" w:line="259" w:lineRule="auto"/>
              <w:ind w:right="63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2183477C" w14:textId="77777777" w:rsidR="00145078" w:rsidRDefault="00145078" w:rsidP="00145078">
            <w:pPr>
              <w:spacing w:after="127" w:line="259" w:lineRule="auto"/>
              <w:ind w:right="63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F34F0">
              <w:rPr>
                <w:rFonts w:ascii="Times New Roman" w:hAnsi="Times New Roman"/>
                <w:bCs/>
                <w:sz w:val="20"/>
                <w:szCs w:val="20"/>
              </w:rPr>
              <w:t xml:space="preserve">Doświadczenie </w:t>
            </w:r>
            <w:r w:rsidRPr="00B9607E">
              <w:rPr>
                <w:rFonts w:ascii="Times New Roman" w:hAnsi="Times New Roman"/>
                <w:bCs/>
                <w:sz w:val="20"/>
                <w:szCs w:val="20"/>
              </w:rPr>
              <w:t>jako:  autor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**</w:t>
            </w:r>
            <w:r w:rsidRPr="00B9607E">
              <w:rPr>
                <w:rFonts w:ascii="Times New Roman" w:hAnsi="Times New Roman"/>
                <w:bCs/>
                <w:sz w:val="20"/>
                <w:szCs w:val="20"/>
              </w:rPr>
              <w:t xml:space="preserve"> lub współautor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*</w:t>
            </w:r>
            <w:r w:rsidRPr="00B9607E">
              <w:rPr>
                <w:rFonts w:ascii="Times New Roman" w:hAnsi="Times New Roman"/>
                <w:bCs/>
                <w:sz w:val="20"/>
                <w:szCs w:val="20"/>
              </w:rPr>
              <w:t>*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dla</w:t>
            </w:r>
            <w:r w:rsidRPr="00B9607E">
              <w:rPr>
                <w:rFonts w:ascii="Times New Roman" w:hAnsi="Times New Roman"/>
                <w:bCs/>
                <w:sz w:val="20"/>
                <w:szCs w:val="20"/>
              </w:rPr>
              <w:t xml:space="preserve"> co najmniej dwóch projektów budowlanych przy zabytku nieruchomym wpisanym do rejestru zabytków lub inwentarza muzeum będącego instytucją kultury*</w:t>
            </w:r>
          </w:p>
          <w:p w14:paraId="445A2488" w14:textId="48DAA3B1" w:rsidR="00145078" w:rsidRDefault="00145078" w:rsidP="00145078">
            <w:pPr>
              <w:spacing w:after="127" w:line="259" w:lineRule="auto"/>
              <w:ind w:right="63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5.</w:t>
            </w:r>
            <w:r w:rsidRPr="009F34F0">
              <w:rPr>
                <w:rFonts w:ascii="Times New Roman" w:hAnsi="Times New Roman"/>
                <w:bCs/>
                <w:sz w:val="20"/>
                <w:szCs w:val="20"/>
              </w:rPr>
              <w:t>……………………………………………………………. (podać nazwę zadania, podmiotu na rzecz którego była wykonywana usługa)</w:t>
            </w:r>
          </w:p>
          <w:p w14:paraId="51384FFE" w14:textId="77777777" w:rsidR="00145078" w:rsidRPr="009F34F0" w:rsidRDefault="00145078" w:rsidP="00145078">
            <w:pPr>
              <w:spacing w:after="127" w:line="259" w:lineRule="auto"/>
              <w:ind w:right="63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Data wykonania usługi: …………………</w:t>
            </w:r>
          </w:p>
          <w:p w14:paraId="7861B443" w14:textId="7214077F" w:rsidR="00145078" w:rsidRDefault="00145078" w:rsidP="00145078">
            <w:pPr>
              <w:spacing w:after="127" w:line="259" w:lineRule="auto"/>
              <w:ind w:right="63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*</w:t>
            </w:r>
            <w:r w:rsidRPr="009F34F0">
              <w:rPr>
                <w:rFonts w:ascii="Times New Roman" w:hAnsi="Times New Roman"/>
                <w:bCs/>
                <w:sz w:val="20"/>
                <w:szCs w:val="20"/>
              </w:rPr>
              <w:t xml:space="preserve">Wpis do rejestru: ……………………….. (podać nazwę i numer </w:t>
            </w:r>
            <w:r w:rsidR="00715A27" w:rsidRPr="009F34F0">
              <w:rPr>
                <w:rFonts w:ascii="Times New Roman" w:hAnsi="Times New Roman"/>
                <w:bCs/>
                <w:sz w:val="20"/>
                <w:szCs w:val="20"/>
              </w:rPr>
              <w:t>rejestru</w:t>
            </w:r>
            <w:r w:rsidRPr="009F34F0">
              <w:rPr>
                <w:rFonts w:ascii="Times New Roman" w:hAnsi="Times New Roman"/>
                <w:bCs/>
                <w:sz w:val="20"/>
                <w:szCs w:val="20"/>
              </w:rPr>
              <w:t>)</w:t>
            </w:r>
          </w:p>
          <w:p w14:paraId="574D6B3F" w14:textId="77777777" w:rsidR="00145078" w:rsidRDefault="00145078" w:rsidP="00145078">
            <w:pPr>
              <w:spacing w:after="127" w:line="259" w:lineRule="auto"/>
              <w:ind w:right="63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** niepotrzebne skreślić.</w:t>
            </w:r>
          </w:p>
          <w:p w14:paraId="1C2DBB9D" w14:textId="77777777" w:rsidR="00145078" w:rsidRDefault="00145078" w:rsidP="00145078">
            <w:pPr>
              <w:spacing w:after="127" w:line="259" w:lineRule="auto"/>
              <w:ind w:right="63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0FC0B72D" w14:textId="77777777" w:rsidR="00145078" w:rsidRDefault="00145078" w:rsidP="00145078">
            <w:pPr>
              <w:spacing w:after="127" w:line="259" w:lineRule="auto"/>
              <w:ind w:right="63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F34F0">
              <w:rPr>
                <w:rFonts w:ascii="Times New Roman" w:hAnsi="Times New Roman"/>
                <w:bCs/>
                <w:sz w:val="20"/>
                <w:szCs w:val="20"/>
              </w:rPr>
              <w:t xml:space="preserve">Doświadczenie </w:t>
            </w:r>
            <w:r w:rsidRPr="00B9607E">
              <w:rPr>
                <w:rFonts w:ascii="Times New Roman" w:hAnsi="Times New Roman"/>
                <w:bCs/>
                <w:sz w:val="20"/>
                <w:szCs w:val="20"/>
              </w:rPr>
              <w:t>jako:  autor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**</w:t>
            </w:r>
            <w:r w:rsidRPr="00B9607E">
              <w:rPr>
                <w:rFonts w:ascii="Times New Roman" w:hAnsi="Times New Roman"/>
                <w:bCs/>
                <w:sz w:val="20"/>
                <w:szCs w:val="20"/>
              </w:rPr>
              <w:t xml:space="preserve"> lub współautor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*</w:t>
            </w:r>
            <w:r w:rsidRPr="00B9607E">
              <w:rPr>
                <w:rFonts w:ascii="Times New Roman" w:hAnsi="Times New Roman"/>
                <w:bCs/>
                <w:sz w:val="20"/>
                <w:szCs w:val="20"/>
              </w:rPr>
              <w:t>*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dla</w:t>
            </w:r>
            <w:r w:rsidRPr="00B9607E">
              <w:rPr>
                <w:rFonts w:ascii="Times New Roman" w:hAnsi="Times New Roman"/>
                <w:bCs/>
                <w:sz w:val="20"/>
                <w:szCs w:val="20"/>
              </w:rPr>
              <w:t xml:space="preserve"> co najmniej dwóch projektów budowlanych przy zabytku nieruchomym wpisanym do rejestru zabytków lub inwentarza muzeum będącego instytucją kultury*</w:t>
            </w:r>
          </w:p>
          <w:p w14:paraId="6F3FFFED" w14:textId="79081DB0" w:rsidR="00145078" w:rsidRDefault="00145078" w:rsidP="00145078">
            <w:pPr>
              <w:spacing w:after="127" w:line="259" w:lineRule="auto"/>
              <w:ind w:right="63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6.</w:t>
            </w:r>
            <w:r w:rsidRPr="009F34F0">
              <w:rPr>
                <w:rFonts w:ascii="Times New Roman" w:hAnsi="Times New Roman"/>
                <w:bCs/>
                <w:sz w:val="20"/>
                <w:szCs w:val="20"/>
              </w:rPr>
              <w:t>……………………………………………………………. (podać nazwę zadania, podmiotu na rzecz którego była wykonywana usługa)</w:t>
            </w:r>
          </w:p>
          <w:p w14:paraId="054A2B5A" w14:textId="77777777" w:rsidR="00145078" w:rsidRPr="009F34F0" w:rsidRDefault="00145078" w:rsidP="00145078">
            <w:pPr>
              <w:spacing w:after="127" w:line="259" w:lineRule="auto"/>
              <w:ind w:right="63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Data wykonania usługi: …………………</w:t>
            </w:r>
          </w:p>
          <w:p w14:paraId="096DBFBD" w14:textId="3B491443" w:rsidR="00145078" w:rsidRDefault="00145078" w:rsidP="00145078">
            <w:pPr>
              <w:spacing w:after="127" w:line="259" w:lineRule="auto"/>
              <w:ind w:right="63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*</w:t>
            </w:r>
            <w:r w:rsidRPr="009F34F0">
              <w:rPr>
                <w:rFonts w:ascii="Times New Roman" w:hAnsi="Times New Roman"/>
                <w:bCs/>
                <w:sz w:val="20"/>
                <w:szCs w:val="20"/>
              </w:rPr>
              <w:t xml:space="preserve">Wpis do rejestru: ……………………….. (podać nazwę i numer </w:t>
            </w:r>
            <w:r w:rsidR="00715A27" w:rsidRPr="009F34F0">
              <w:rPr>
                <w:rFonts w:ascii="Times New Roman" w:hAnsi="Times New Roman"/>
                <w:bCs/>
                <w:sz w:val="20"/>
                <w:szCs w:val="20"/>
              </w:rPr>
              <w:t>rejestru</w:t>
            </w:r>
            <w:r w:rsidRPr="009F34F0">
              <w:rPr>
                <w:rFonts w:ascii="Times New Roman" w:hAnsi="Times New Roman"/>
                <w:bCs/>
                <w:sz w:val="20"/>
                <w:szCs w:val="20"/>
              </w:rPr>
              <w:t>)</w:t>
            </w:r>
          </w:p>
          <w:p w14:paraId="1A42FC52" w14:textId="75C74878" w:rsidR="00145078" w:rsidRPr="00145078" w:rsidRDefault="00145078" w:rsidP="00145078">
            <w:pPr>
              <w:spacing w:after="127" w:line="259" w:lineRule="auto"/>
              <w:ind w:right="6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** niepotrzebne skreślić.</w:t>
            </w:r>
          </w:p>
        </w:tc>
        <w:tc>
          <w:tcPr>
            <w:tcW w:w="31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E9869" w14:textId="73CE2313" w:rsidR="00145078" w:rsidRPr="009F34F0" w:rsidRDefault="00145078" w:rsidP="00501F56">
            <w:pPr>
              <w:spacing w:line="259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9A9B8" w14:textId="21311A64" w:rsidR="00145078" w:rsidRPr="009F34F0" w:rsidRDefault="00145078" w:rsidP="0006116F">
            <w:pPr>
              <w:spacing w:line="259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</w:tbl>
    <w:p w14:paraId="20DB24E9" w14:textId="77777777" w:rsidR="00815169" w:rsidRDefault="00815169" w:rsidP="00905EE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19FBC78" w14:textId="77777777" w:rsidR="00815169" w:rsidRDefault="00815169" w:rsidP="00905EE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9A54762" w14:textId="77777777" w:rsidR="00815169" w:rsidRDefault="00815169" w:rsidP="00905EE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1A61FB0" w14:textId="77777777" w:rsidR="00815169" w:rsidRDefault="00815169" w:rsidP="00905EE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5C29A11" w14:textId="77777777" w:rsidR="00815169" w:rsidRPr="003401B5" w:rsidRDefault="00815169" w:rsidP="00905EE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1D85FFB" w14:textId="77777777" w:rsidR="0080036E" w:rsidRPr="00F204A5" w:rsidRDefault="0080036E" w:rsidP="0080036E">
      <w:pPr>
        <w:ind w:left="230" w:right="2"/>
        <w:jc w:val="center"/>
        <w:rPr>
          <w:rFonts w:cs="Calibri"/>
          <w:color w:val="000000" w:themeColor="text1"/>
        </w:rPr>
      </w:pPr>
    </w:p>
    <w:p w14:paraId="1E67270B" w14:textId="77777777" w:rsidR="0080036E" w:rsidRDefault="0080036E" w:rsidP="0080036E">
      <w:pPr>
        <w:jc w:val="right"/>
      </w:pPr>
    </w:p>
    <w:p w14:paraId="7651A596" w14:textId="77777777" w:rsidR="00AD15A5" w:rsidRPr="00764482" w:rsidRDefault="00AD15A5" w:rsidP="0080036E">
      <w:pPr>
        <w:jc w:val="right"/>
        <w:rPr>
          <w:rFonts w:ascii="Times New Roman" w:hAnsi="Times New Roman"/>
          <w:sz w:val="24"/>
          <w:szCs w:val="24"/>
        </w:rPr>
      </w:pPr>
      <w:r w:rsidRPr="00764482">
        <w:rPr>
          <w:rFonts w:ascii="Times New Roman" w:hAnsi="Times New Roman"/>
          <w:sz w:val="24"/>
          <w:szCs w:val="24"/>
        </w:rPr>
        <w:tab/>
      </w:r>
      <w:r w:rsidRPr="00764482">
        <w:rPr>
          <w:rFonts w:ascii="Times New Roman" w:hAnsi="Times New Roman"/>
          <w:sz w:val="24"/>
          <w:szCs w:val="24"/>
        </w:rPr>
        <w:tab/>
      </w:r>
      <w:r w:rsidRPr="00764482">
        <w:rPr>
          <w:rFonts w:ascii="Times New Roman" w:hAnsi="Times New Roman"/>
          <w:sz w:val="24"/>
          <w:szCs w:val="24"/>
        </w:rPr>
        <w:tab/>
      </w:r>
      <w:r w:rsidRPr="00764482">
        <w:rPr>
          <w:rFonts w:ascii="Times New Roman" w:hAnsi="Times New Roman"/>
          <w:sz w:val="24"/>
          <w:szCs w:val="24"/>
        </w:rPr>
        <w:tab/>
        <w:t>____________________________</w:t>
      </w:r>
    </w:p>
    <w:p w14:paraId="354A6E78" w14:textId="77777777" w:rsidR="00145F9F" w:rsidRPr="00145F9F" w:rsidRDefault="00145F9F" w:rsidP="0080036E">
      <w:pPr>
        <w:pStyle w:val="Zwykytekst1"/>
        <w:jc w:val="right"/>
        <w:rPr>
          <w:rFonts w:ascii="Times New Roman" w:hAnsi="Times New Roman" w:cs="Times New Roman"/>
          <w:i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145F9F">
        <w:rPr>
          <w:rFonts w:ascii="Times New Roman" w:hAnsi="Times New Roman" w:cs="Times New Roman"/>
          <w:i/>
        </w:rPr>
        <w:t>podpis osoby umocowanej</w:t>
      </w:r>
    </w:p>
    <w:p w14:paraId="037CB88E" w14:textId="77777777" w:rsidR="00145F9F" w:rsidRPr="00145F9F" w:rsidRDefault="00145F9F" w:rsidP="0080036E">
      <w:pPr>
        <w:pStyle w:val="Zwykytekst1"/>
        <w:ind w:left="998" w:firstLine="3958"/>
        <w:jc w:val="right"/>
        <w:rPr>
          <w:rFonts w:ascii="Times New Roman" w:hAnsi="Times New Roman" w:cs="Times New Roman"/>
          <w:i/>
        </w:rPr>
      </w:pPr>
      <w:r w:rsidRPr="00145F9F">
        <w:rPr>
          <w:rFonts w:ascii="Times New Roman" w:hAnsi="Times New Roman" w:cs="Times New Roman"/>
          <w:i/>
        </w:rPr>
        <w:t>do składania oświadczeń wiedzy i woli Wykonawcy</w:t>
      </w:r>
    </w:p>
    <w:p w14:paraId="62C0D396" w14:textId="77777777" w:rsidR="00145F9F" w:rsidRDefault="00145F9F" w:rsidP="00145F9F">
      <w:pPr>
        <w:jc w:val="both"/>
        <w:rPr>
          <w:rFonts w:ascii="Times New Roman" w:hAnsi="Times New Roman"/>
          <w:sz w:val="24"/>
          <w:szCs w:val="24"/>
        </w:rPr>
      </w:pPr>
    </w:p>
    <w:p w14:paraId="1A81FD95" w14:textId="77777777" w:rsidR="00145F9F" w:rsidRDefault="00145F9F" w:rsidP="00905EEA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07E9F9AD" w14:textId="77777777" w:rsidR="00145F9F" w:rsidRDefault="00145F9F" w:rsidP="00A410EB">
      <w:pPr>
        <w:pStyle w:val="Zwykytekst1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>Przez podpis należy rozumieć:</w:t>
      </w:r>
      <w:r>
        <w:rPr>
          <w:rFonts w:ascii="Times New Roman" w:hAnsi="Times New Roman" w:cs="Times New Roman"/>
          <w:iCs/>
        </w:rPr>
        <w:t xml:space="preserve"> podpis kwalifikowany lub podpis osobisty lub podpis zaufany</w:t>
      </w:r>
    </w:p>
    <w:p w14:paraId="361C0C55" w14:textId="77777777" w:rsidR="00D020A6" w:rsidRPr="0019637E" w:rsidRDefault="00D020A6" w:rsidP="00A410EB">
      <w:pPr>
        <w:pStyle w:val="Zwykytekst1"/>
        <w:jc w:val="both"/>
        <w:rPr>
          <w:rFonts w:ascii="Times New Roman" w:hAnsi="Times New Roman" w:cs="Times New Roman"/>
        </w:rPr>
      </w:pPr>
      <w:r w:rsidRPr="0019637E">
        <w:rPr>
          <w:rFonts w:ascii="Times New Roman" w:hAnsi="Times New Roman" w:cs="Times New Roman"/>
        </w:rPr>
        <w:t>Przez podmiot trzeci należy rozumieć podmiot udostępniający zasoby na podstawie art. 118 ustawy z dnia 11 września 2019 r. prawo zamówień publicznych.</w:t>
      </w:r>
    </w:p>
    <w:sectPr w:rsidR="00D020A6" w:rsidRPr="0019637E" w:rsidSect="0080036E">
      <w:headerReference w:type="default" r:id="rId7"/>
      <w:pgSz w:w="16838" w:h="11906" w:orient="landscape"/>
      <w:pgMar w:top="1417" w:right="1417" w:bottom="991" w:left="56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F03DAA" w14:textId="77777777" w:rsidR="00561EF6" w:rsidRDefault="00561EF6" w:rsidP="00191191">
      <w:r>
        <w:separator/>
      </w:r>
    </w:p>
  </w:endnote>
  <w:endnote w:type="continuationSeparator" w:id="0">
    <w:p w14:paraId="28FEC93E" w14:textId="77777777" w:rsidR="00561EF6" w:rsidRDefault="00561EF6" w:rsidP="00191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0898E" w14:textId="77777777" w:rsidR="00561EF6" w:rsidRDefault="00561EF6" w:rsidP="00191191">
      <w:r>
        <w:separator/>
      </w:r>
    </w:p>
  </w:footnote>
  <w:footnote w:type="continuationSeparator" w:id="0">
    <w:p w14:paraId="7ECDE0AA" w14:textId="77777777" w:rsidR="00561EF6" w:rsidRDefault="00561EF6" w:rsidP="001911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BC725" w14:textId="2001A159" w:rsidR="00191191" w:rsidRPr="00764482" w:rsidRDefault="0070597F" w:rsidP="0070597F">
    <w:pPr>
      <w:pStyle w:val="Nagwek"/>
      <w:rPr>
        <w:rFonts w:ascii="Times New Roman" w:hAnsi="Times New Roman"/>
        <w:b/>
        <w:sz w:val="24"/>
        <w:szCs w:val="24"/>
      </w:rPr>
    </w:pPr>
    <w:r w:rsidRPr="00897C41">
      <w:rPr>
        <w:rFonts w:ascii="Times New Roman" w:hAnsi="Times New Roman"/>
        <w:sz w:val="24"/>
        <w:szCs w:val="24"/>
      </w:rPr>
      <w:t xml:space="preserve">numer </w:t>
    </w:r>
    <w:r w:rsidRPr="008B56B8">
      <w:rPr>
        <w:rFonts w:ascii="Times New Roman" w:hAnsi="Times New Roman"/>
        <w:sz w:val="24"/>
        <w:szCs w:val="24"/>
      </w:rPr>
      <w:t>sprawy:</w:t>
    </w:r>
    <w:r w:rsidR="00897C41" w:rsidRPr="008B56B8">
      <w:rPr>
        <w:rFonts w:ascii="Times New Roman" w:hAnsi="Times New Roman"/>
        <w:sz w:val="24"/>
        <w:szCs w:val="24"/>
      </w:rPr>
      <w:t xml:space="preserve"> </w:t>
    </w:r>
    <w:r w:rsidR="008B56B8" w:rsidRPr="008B56B8">
      <w:rPr>
        <w:rFonts w:ascii="Times New Roman" w:hAnsi="Times New Roman"/>
        <w:b/>
        <w:bCs/>
        <w:sz w:val="24"/>
        <w:szCs w:val="24"/>
      </w:rPr>
      <w:t>331/1</w:t>
    </w:r>
    <w:r w:rsidR="00715A27">
      <w:rPr>
        <w:rFonts w:ascii="Times New Roman" w:hAnsi="Times New Roman"/>
        <w:b/>
        <w:bCs/>
        <w:sz w:val="24"/>
        <w:szCs w:val="24"/>
      </w:rPr>
      <w:t>4</w:t>
    </w:r>
    <w:r w:rsidR="008B56B8" w:rsidRPr="008B56B8">
      <w:rPr>
        <w:rFonts w:ascii="Times New Roman" w:hAnsi="Times New Roman"/>
        <w:b/>
        <w:bCs/>
        <w:sz w:val="24"/>
        <w:szCs w:val="24"/>
      </w:rPr>
      <w:t>/2025</w:t>
    </w:r>
    <w:r w:rsidR="00C95065">
      <w:rPr>
        <w:rFonts w:ascii="Times New Roman" w:hAnsi="Times New Roman"/>
        <w:b/>
        <w:sz w:val="24"/>
        <w:szCs w:val="24"/>
      </w:rPr>
      <w:tab/>
    </w:r>
    <w:r w:rsidR="00C95065">
      <w:rPr>
        <w:rFonts w:ascii="Times New Roman" w:hAnsi="Times New Roman"/>
        <w:b/>
        <w:sz w:val="24"/>
        <w:szCs w:val="24"/>
      </w:rPr>
      <w:tab/>
    </w:r>
    <w:r w:rsidR="0080036E">
      <w:rPr>
        <w:rFonts w:ascii="Times New Roman" w:hAnsi="Times New Roman"/>
        <w:b/>
        <w:sz w:val="24"/>
        <w:szCs w:val="24"/>
      </w:rPr>
      <w:tab/>
    </w:r>
    <w:r w:rsidR="0080036E">
      <w:rPr>
        <w:rFonts w:ascii="Times New Roman" w:hAnsi="Times New Roman"/>
        <w:b/>
        <w:sz w:val="24"/>
        <w:szCs w:val="24"/>
      </w:rPr>
      <w:tab/>
    </w:r>
    <w:r w:rsidR="0080036E">
      <w:rPr>
        <w:rFonts w:ascii="Times New Roman" w:hAnsi="Times New Roman"/>
        <w:b/>
        <w:sz w:val="24"/>
        <w:szCs w:val="24"/>
      </w:rPr>
      <w:tab/>
    </w:r>
    <w:r w:rsidR="0080036E">
      <w:rPr>
        <w:rFonts w:ascii="Times New Roman" w:hAnsi="Times New Roman"/>
        <w:b/>
        <w:sz w:val="24"/>
        <w:szCs w:val="24"/>
      </w:rPr>
      <w:tab/>
    </w:r>
    <w:r w:rsidR="0080036E">
      <w:rPr>
        <w:rFonts w:ascii="Times New Roman" w:hAnsi="Times New Roman"/>
        <w:b/>
        <w:sz w:val="24"/>
        <w:szCs w:val="24"/>
      </w:rPr>
      <w:tab/>
    </w:r>
    <w:r w:rsidRPr="00905EEA">
      <w:rPr>
        <w:rFonts w:ascii="Times New Roman" w:hAnsi="Times New Roman"/>
        <w:b/>
        <w:bCs/>
        <w:sz w:val="24"/>
        <w:szCs w:val="24"/>
      </w:rPr>
      <w:t>Zał</w:t>
    </w:r>
    <w:r w:rsidR="00905EEA">
      <w:rPr>
        <w:rFonts w:ascii="Times New Roman" w:hAnsi="Times New Roman"/>
        <w:b/>
        <w:bCs/>
        <w:sz w:val="24"/>
        <w:szCs w:val="24"/>
      </w:rPr>
      <w:t>ącznik</w:t>
    </w:r>
    <w:r w:rsidRPr="00905EEA">
      <w:rPr>
        <w:rFonts w:ascii="Times New Roman" w:hAnsi="Times New Roman"/>
        <w:b/>
        <w:bCs/>
        <w:sz w:val="24"/>
        <w:szCs w:val="24"/>
      </w:rPr>
      <w:t xml:space="preserve"> nr</w:t>
    </w:r>
    <w:r w:rsidR="00145078">
      <w:rPr>
        <w:rFonts w:ascii="Times New Roman" w:hAnsi="Times New Roman"/>
        <w:b/>
        <w:bCs/>
        <w:sz w:val="24"/>
        <w:szCs w:val="24"/>
      </w:rPr>
      <w:t xml:space="preserve"> 1</w:t>
    </w:r>
    <w:r w:rsidR="00715A27">
      <w:rPr>
        <w:rFonts w:ascii="Times New Roman" w:hAnsi="Times New Roman"/>
        <w:b/>
        <w:bCs/>
        <w:sz w:val="24"/>
        <w:szCs w:val="24"/>
      </w:rPr>
      <w:t>2</w:t>
    </w:r>
    <w:r w:rsidR="00897C41">
      <w:rPr>
        <w:rFonts w:ascii="Times New Roman" w:hAnsi="Times New Roman"/>
        <w:b/>
        <w:bCs/>
        <w:sz w:val="24"/>
        <w:szCs w:val="24"/>
      </w:rPr>
      <w:t xml:space="preserve"> </w:t>
    </w:r>
    <w:r w:rsidRPr="00905EEA">
      <w:rPr>
        <w:rFonts w:ascii="Times New Roman" w:hAnsi="Times New Roman"/>
        <w:b/>
        <w:bCs/>
        <w:sz w:val="24"/>
        <w:szCs w:val="24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77586"/>
    <w:multiLevelType w:val="hybridMultilevel"/>
    <w:tmpl w:val="D50851AC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" w15:restartNumberingAfterBreak="0">
    <w:nsid w:val="63EB76D4"/>
    <w:multiLevelType w:val="hybridMultilevel"/>
    <w:tmpl w:val="D50851AC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" w15:restartNumberingAfterBreak="0">
    <w:nsid w:val="68B81AD2"/>
    <w:multiLevelType w:val="hybridMultilevel"/>
    <w:tmpl w:val="D50851AC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" w15:restartNumberingAfterBreak="0">
    <w:nsid w:val="71982B6F"/>
    <w:multiLevelType w:val="hybridMultilevel"/>
    <w:tmpl w:val="93E642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258571">
    <w:abstractNumId w:val="3"/>
  </w:num>
  <w:num w:numId="2" w16cid:durableId="1979996415">
    <w:abstractNumId w:val="1"/>
  </w:num>
  <w:num w:numId="3" w16cid:durableId="790325766">
    <w:abstractNumId w:val="0"/>
  </w:num>
  <w:num w:numId="4" w16cid:durableId="4772333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removePersonalInformation/>
  <w:removeDateAndTime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6B06"/>
    <w:rsid w:val="00002F54"/>
    <w:rsid w:val="0001598D"/>
    <w:rsid w:val="000202CD"/>
    <w:rsid w:val="00024334"/>
    <w:rsid w:val="00034C8A"/>
    <w:rsid w:val="0005777E"/>
    <w:rsid w:val="0006116F"/>
    <w:rsid w:val="00072B1D"/>
    <w:rsid w:val="00075D8E"/>
    <w:rsid w:val="00097646"/>
    <w:rsid w:val="000A4F81"/>
    <w:rsid w:val="000C64B6"/>
    <w:rsid w:val="000D21D5"/>
    <w:rsid w:val="000F466E"/>
    <w:rsid w:val="00100B75"/>
    <w:rsid w:val="0011020D"/>
    <w:rsid w:val="00110327"/>
    <w:rsid w:val="00112F93"/>
    <w:rsid w:val="001369D3"/>
    <w:rsid w:val="00145078"/>
    <w:rsid w:val="001456A8"/>
    <w:rsid w:val="00145F9F"/>
    <w:rsid w:val="001530A5"/>
    <w:rsid w:val="00175D36"/>
    <w:rsid w:val="0017746D"/>
    <w:rsid w:val="00186B06"/>
    <w:rsid w:val="00191191"/>
    <w:rsid w:val="0019637E"/>
    <w:rsid w:val="001A4DB7"/>
    <w:rsid w:val="001B7A37"/>
    <w:rsid w:val="001C48C1"/>
    <w:rsid w:val="001E03F8"/>
    <w:rsid w:val="002200E7"/>
    <w:rsid w:val="002229AB"/>
    <w:rsid w:val="00223DCD"/>
    <w:rsid w:val="00254A74"/>
    <w:rsid w:val="0026084E"/>
    <w:rsid w:val="002640E4"/>
    <w:rsid w:val="00294FC6"/>
    <w:rsid w:val="002D1D20"/>
    <w:rsid w:val="00300A2F"/>
    <w:rsid w:val="00307C68"/>
    <w:rsid w:val="00316C0F"/>
    <w:rsid w:val="00333C58"/>
    <w:rsid w:val="00334BDB"/>
    <w:rsid w:val="003401B5"/>
    <w:rsid w:val="00345410"/>
    <w:rsid w:val="003537AA"/>
    <w:rsid w:val="003624DE"/>
    <w:rsid w:val="00391D9A"/>
    <w:rsid w:val="00396D6D"/>
    <w:rsid w:val="003A10EB"/>
    <w:rsid w:val="003F2A1C"/>
    <w:rsid w:val="003F51A8"/>
    <w:rsid w:val="00404920"/>
    <w:rsid w:val="0040735A"/>
    <w:rsid w:val="00407D1F"/>
    <w:rsid w:val="00422FB0"/>
    <w:rsid w:val="0042577F"/>
    <w:rsid w:val="00425C0F"/>
    <w:rsid w:val="00431B21"/>
    <w:rsid w:val="00457168"/>
    <w:rsid w:val="004A57DC"/>
    <w:rsid w:val="004B282B"/>
    <w:rsid w:val="004B48F8"/>
    <w:rsid w:val="004B4D78"/>
    <w:rsid w:val="004C1960"/>
    <w:rsid w:val="004D21FE"/>
    <w:rsid w:val="004E4B76"/>
    <w:rsid w:val="0050429A"/>
    <w:rsid w:val="0051504D"/>
    <w:rsid w:val="00517C8E"/>
    <w:rsid w:val="00520836"/>
    <w:rsid w:val="005323D1"/>
    <w:rsid w:val="00536665"/>
    <w:rsid w:val="0054340B"/>
    <w:rsid w:val="0054662A"/>
    <w:rsid w:val="00561EF6"/>
    <w:rsid w:val="0056786C"/>
    <w:rsid w:val="00580B9C"/>
    <w:rsid w:val="0058674D"/>
    <w:rsid w:val="00594072"/>
    <w:rsid w:val="005A66B5"/>
    <w:rsid w:val="005B27A6"/>
    <w:rsid w:val="005C2265"/>
    <w:rsid w:val="005F606A"/>
    <w:rsid w:val="005F689B"/>
    <w:rsid w:val="006042B2"/>
    <w:rsid w:val="00607813"/>
    <w:rsid w:val="00612D20"/>
    <w:rsid w:val="00641628"/>
    <w:rsid w:val="006417F7"/>
    <w:rsid w:val="006534DE"/>
    <w:rsid w:val="0065358A"/>
    <w:rsid w:val="006606BA"/>
    <w:rsid w:val="00684A32"/>
    <w:rsid w:val="006C3957"/>
    <w:rsid w:val="006F1371"/>
    <w:rsid w:val="007012FA"/>
    <w:rsid w:val="0070597F"/>
    <w:rsid w:val="0071024D"/>
    <w:rsid w:val="00711822"/>
    <w:rsid w:val="007158EB"/>
    <w:rsid w:val="00715A27"/>
    <w:rsid w:val="007432E6"/>
    <w:rsid w:val="00760706"/>
    <w:rsid w:val="007619D4"/>
    <w:rsid w:val="00764482"/>
    <w:rsid w:val="00792930"/>
    <w:rsid w:val="007C3E05"/>
    <w:rsid w:val="007C5EDF"/>
    <w:rsid w:val="007D34FA"/>
    <w:rsid w:val="007E5C6B"/>
    <w:rsid w:val="007F1729"/>
    <w:rsid w:val="0080036E"/>
    <w:rsid w:val="00815169"/>
    <w:rsid w:val="00824D67"/>
    <w:rsid w:val="008336B7"/>
    <w:rsid w:val="0086704E"/>
    <w:rsid w:val="00873AFA"/>
    <w:rsid w:val="008803EE"/>
    <w:rsid w:val="00897C41"/>
    <w:rsid w:val="008A2D17"/>
    <w:rsid w:val="008B2401"/>
    <w:rsid w:val="008B29C6"/>
    <w:rsid w:val="008B463B"/>
    <w:rsid w:val="008B56B8"/>
    <w:rsid w:val="008B59AC"/>
    <w:rsid w:val="008D6E44"/>
    <w:rsid w:val="008D725A"/>
    <w:rsid w:val="008E1A58"/>
    <w:rsid w:val="008E310B"/>
    <w:rsid w:val="00905EEA"/>
    <w:rsid w:val="00911E21"/>
    <w:rsid w:val="009374D6"/>
    <w:rsid w:val="00937508"/>
    <w:rsid w:val="009707A4"/>
    <w:rsid w:val="00974AD0"/>
    <w:rsid w:val="00991AE8"/>
    <w:rsid w:val="00994922"/>
    <w:rsid w:val="00997CFB"/>
    <w:rsid w:val="009A4DBA"/>
    <w:rsid w:val="009B4B60"/>
    <w:rsid w:val="009C2DA5"/>
    <w:rsid w:val="009D01FE"/>
    <w:rsid w:val="009D1FE8"/>
    <w:rsid w:val="009D74D1"/>
    <w:rsid w:val="009D7C92"/>
    <w:rsid w:val="009E25D9"/>
    <w:rsid w:val="009F00FE"/>
    <w:rsid w:val="009F20DB"/>
    <w:rsid w:val="009F34F0"/>
    <w:rsid w:val="00A050A8"/>
    <w:rsid w:val="00A21427"/>
    <w:rsid w:val="00A23015"/>
    <w:rsid w:val="00A334E0"/>
    <w:rsid w:val="00A373A2"/>
    <w:rsid w:val="00A410EB"/>
    <w:rsid w:val="00A43C67"/>
    <w:rsid w:val="00A6101E"/>
    <w:rsid w:val="00A82844"/>
    <w:rsid w:val="00AB7811"/>
    <w:rsid w:val="00AB7DCB"/>
    <w:rsid w:val="00AD15A5"/>
    <w:rsid w:val="00AD6CA4"/>
    <w:rsid w:val="00B025B5"/>
    <w:rsid w:val="00B4698F"/>
    <w:rsid w:val="00B551E6"/>
    <w:rsid w:val="00B662CF"/>
    <w:rsid w:val="00B7542A"/>
    <w:rsid w:val="00B825D5"/>
    <w:rsid w:val="00B952F1"/>
    <w:rsid w:val="00B9607E"/>
    <w:rsid w:val="00BA7863"/>
    <w:rsid w:val="00BB38CD"/>
    <w:rsid w:val="00BD148D"/>
    <w:rsid w:val="00BE6561"/>
    <w:rsid w:val="00C136F1"/>
    <w:rsid w:val="00C211F1"/>
    <w:rsid w:val="00C95065"/>
    <w:rsid w:val="00CA47AE"/>
    <w:rsid w:val="00CD09E5"/>
    <w:rsid w:val="00CD53B7"/>
    <w:rsid w:val="00CF08F0"/>
    <w:rsid w:val="00CF1EB0"/>
    <w:rsid w:val="00CF7482"/>
    <w:rsid w:val="00D020A6"/>
    <w:rsid w:val="00D06670"/>
    <w:rsid w:val="00D2478D"/>
    <w:rsid w:val="00D32FBF"/>
    <w:rsid w:val="00D425BD"/>
    <w:rsid w:val="00D44C84"/>
    <w:rsid w:val="00D561A7"/>
    <w:rsid w:val="00D718A4"/>
    <w:rsid w:val="00D76D87"/>
    <w:rsid w:val="00DB5419"/>
    <w:rsid w:val="00DB70F8"/>
    <w:rsid w:val="00DC5237"/>
    <w:rsid w:val="00DE03A3"/>
    <w:rsid w:val="00DE1883"/>
    <w:rsid w:val="00E051BB"/>
    <w:rsid w:val="00E31835"/>
    <w:rsid w:val="00E43FC8"/>
    <w:rsid w:val="00E457B4"/>
    <w:rsid w:val="00E47ECB"/>
    <w:rsid w:val="00E47F49"/>
    <w:rsid w:val="00E717AA"/>
    <w:rsid w:val="00E91CB4"/>
    <w:rsid w:val="00EB0636"/>
    <w:rsid w:val="00EB4B64"/>
    <w:rsid w:val="00EC5201"/>
    <w:rsid w:val="00ED383A"/>
    <w:rsid w:val="00EE24B2"/>
    <w:rsid w:val="00EE7507"/>
    <w:rsid w:val="00EF15B7"/>
    <w:rsid w:val="00EF6684"/>
    <w:rsid w:val="00F17D7D"/>
    <w:rsid w:val="00F33851"/>
    <w:rsid w:val="00F92F52"/>
    <w:rsid w:val="00F97944"/>
    <w:rsid w:val="00FC1B97"/>
    <w:rsid w:val="00FC1E09"/>
    <w:rsid w:val="00FD6C11"/>
    <w:rsid w:val="00FE05CD"/>
    <w:rsid w:val="00FF5E2B"/>
    <w:rsid w:val="00FF67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CF72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8F0"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F6684"/>
    <w:pPr>
      <w:keepNext/>
      <w:outlineLvl w:val="0"/>
    </w:pPr>
    <w:rPr>
      <w:rFonts w:ascii="Times New Roman" w:hAnsi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B7DC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1Znak">
    <w:name w:val="Nagłówek 1 Znak"/>
    <w:link w:val="Nagwek1"/>
    <w:uiPriority w:val="99"/>
    <w:rsid w:val="00EF6684"/>
    <w:rPr>
      <w:rFonts w:ascii="Times New Roman" w:eastAsia="Calibri" w:hAnsi="Times New Roman" w:cs="Times New Roman"/>
      <w:b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EF6684"/>
    <w:rPr>
      <w:rFonts w:ascii="Courier New" w:hAnsi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uiPriority w:val="99"/>
    <w:rsid w:val="00EF6684"/>
    <w:rPr>
      <w:rFonts w:ascii="Courier New" w:eastAsia="Calibri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911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9119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9119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91191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665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36665"/>
    <w:rPr>
      <w:rFonts w:ascii="Segoe UI" w:hAnsi="Segoe UI" w:cs="Segoe UI"/>
      <w:sz w:val="18"/>
      <w:szCs w:val="18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rsid w:val="00EE24B2"/>
    <w:pPr>
      <w:spacing w:after="120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link w:val="Tekstpodstawowywcity3"/>
    <w:uiPriority w:val="99"/>
    <w:rsid w:val="00EE24B2"/>
    <w:rPr>
      <w:rFonts w:ascii="Times New Roman" w:eastAsia="Times New Roman" w:hAnsi="Times New Roman"/>
      <w:sz w:val="16"/>
      <w:szCs w:val="16"/>
    </w:rPr>
  </w:style>
  <w:style w:type="character" w:styleId="Odwoaniedokomentarza">
    <w:name w:val="annotation reference"/>
    <w:basedOn w:val="Domylnaczcionkaakapitu"/>
    <w:uiPriority w:val="99"/>
    <w:unhideWhenUsed/>
    <w:rsid w:val="008D6E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D6E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D6E4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E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E44"/>
    <w:rPr>
      <w:b/>
      <w:bCs/>
      <w:lang w:eastAsia="en-US"/>
    </w:rPr>
  </w:style>
  <w:style w:type="paragraph" w:customStyle="1" w:styleId="Zwykytekst1">
    <w:name w:val="Zwykły tekst1"/>
    <w:basedOn w:val="Normalny"/>
    <w:rsid w:val="00145F9F"/>
    <w:pPr>
      <w:suppressAutoHyphens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Akapitzlist2">
    <w:name w:val="Akapit z listą2"/>
    <w:basedOn w:val="Normalny"/>
    <w:uiPriority w:val="34"/>
    <w:qFormat/>
    <w:rsid w:val="0080036E"/>
    <w:pPr>
      <w:spacing w:after="200" w:line="276" w:lineRule="auto"/>
      <w:ind w:left="720"/>
      <w:contextualSpacing/>
    </w:pPr>
  </w:style>
  <w:style w:type="paragraph" w:styleId="Akapitzlist">
    <w:name w:val="List Paragraph"/>
    <w:aliases w:val="Asia 2  Akapit z listą,tekst normalny,normalny tekst,CW_Lista,wypunktowanie,2 heading,A_wyliczenie,K-P_odwolanie,maz_wyliczenie,opis dzialania,rozdział,I wstęp,Średnia siatka 1 — akcent 21,sw tekst,Punktor,Punktator,Akapit z listą32,lp1"/>
    <w:basedOn w:val="Normalny"/>
    <w:link w:val="AkapitzlistZnak"/>
    <w:uiPriority w:val="34"/>
    <w:qFormat/>
    <w:rsid w:val="00100B75"/>
    <w:pPr>
      <w:ind w:left="720"/>
      <w:contextualSpacing/>
    </w:pPr>
  </w:style>
  <w:style w:type="character" w:customStyle="1" w:styleId="AkapitzlistZnak">
    <w:name w:val="Akapit z listą Znak"/>
    <w:aliases w:val="Asia 2  Akapit z listą Znak,tekst normalny Znak,normalny tekst Znak,CW_Lista Znak,wypunktowanie Znak,2 heading Znak,A_wyliczenie Znak,K-P_odwolanie Znak,maz_wyliczenie Znak,opis dzialania Znak,rozdział Znak,I wstęp Znak,sw tekst Znak"/>
    <w:basedOn w:val="Domylnaczcionkaakapitu"/>
    <w:link w:val="Akapitzlist"/>
    <w:uiPriority w:val="34"/>
    <w:qFormat/>
    <w:locked/>
    <w:rsid w:val="0014507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95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1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rna\Downloads\za&#322;%20nr%209%20Wykaz%20os&#243;b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zał nr 9 Wykaz osób.dotx</Template>
  <TotalTime>0</TotalTime>
  <Pages>5</Pages>
  <Words>767</Words>
  <Characters>4608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2023-07-21T08:02:00Z</dcterms:created>
  <dcterms:modified xsi:type="dcterms:W3CDTF">2025-11-28T17:40:00Z</dcterms:modified>
</cp:coreProperties>
</file>